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302"/>
        <w:gridCol w:w="2302"/>
        <w:gridCol w:w="2302"/>
        <w:gridCol w:w="2302"/>
      </w:tblGrid>
      <w:tr w:rsidR="0007040C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4"/>
          </w:tcPr>
          <w:p w:rsidR="0007040C" w:rsidRDefault="0007040C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:rsidR="0007040C" w:rsidRDefault="0007040C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07040C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4"/>
          </w:tcPr>
          <w:p w:rsidR="0007040C" w:rsidRDefault="0007040C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:rsidR="0007040C" w:rsidRDefault="0007040C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07040C">
        <w:tblPrEx>
          <w:tblCellMar>
            <w:top w:w="0" w:type="dxa"/>
            <w:bottom w:w="0" w:type="dxa"/>
          </w:tblCellMar>
        </w:tblPrEx>
        <w:trPr>
          <w:trHeight w:hRule="exact" w:val="185"/>
        </w:trPr>
        <w:tc>
          <w:tcPr>
            <w:tcW w:w="4604" w:type="dxa"/>
            <w:gridSpan w:val="2"/>
            <w:tcBorders>
              <w:bottom w:val="single" w:sz="6" w:space="0" w:color="auto"/>
            </w:tcBorders>
          </w:tcPr>
          <w:p w:rsidR="0007040C" w:rsidRDefault="0007040C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:rsidR="0007040C" w:rsidRDefault="0007040C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07040C" w:rsidRDefault="0007040C">
            <w:pPr>
              <w:rPr>
                <w:sz w:val="12"/>
              </w:rPr>
            </w:pPr>
          </w:p>
        </w:tc>
      </w:tr>
      <w:tr w:rsidR="0007040C">
        <w:tblPrEx>
          <w:tblCellMar>
            <w:top w:w="0" w:type="dxa"/>
            <w:bottom w:w="0" w:type="dxa"/>
          </w:tblCellMar>
        </w:tblPrEx>
        <w:trPr>
          <w:trHeight w:hRule="exact" w:val="2689"/>
        </w:trPr>
        <w:tc>
          <w:tcPr>
            <w:tcW w:w="4604" w:type="dxa"/>
            <w:gridSpan w:val="2"/>
          </w:tcPr>
          <w:p w:rsidR="0007040C" w:rsidRDefault="0007040C">
            <w:bookmarkStart w:id="9" w:name="Anschrift"/>
            <w:bookmarkEnd w:id="9"/>
          </w:p>
        </w:tc>
        <w:tc>
          <w:tcPr>
            <w:tcW w:w="4604" w:type="dxa"/>
            <w:gridSpan w:val="2"/>
          </w:tcPr>
          <w:p w:rsidR="0007040C" w:rsidRDefault="0007040C">
            <w:pPr>
              <w:jc w:val="right"/>
              <w:rPr>
                <w:b/>
              </w:rPr>
            </w:pPr>
            <w:bookmarkStart w:id="10" w:name="EAdresse"/>
            <w:bookmarkEnd w:id="10"/>
          </w:p>
        </w:tc>
      </w:tr>
      <w:tr w:rsidR="0007040C">
        <w:tblPrEx>
          <w:tblCellMar>
            <w:top w:w="0" w:type="dxa"/>
            <w:bottom w:w="0" w:type="dxa"/>
          </w:tblCellMar>
        </w:tblPrEx>
        <w:trPr>
          <w:trHeight w:hRule="exact" w:val="242"/>
        </w:trPr>
        <w:tc>
          <w:tcPr>
            <w:tcW w:w="2302" w:type="dxa"/>
          </w:tcPr>
          <w:p w:rsidR="0007040C" w:rsidRDefault="0007040C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Zeichen</w:t>
            </w:r>
          </w:p>
        </w:tc>
        <w:tc>
          <w:tcPr>
            <w:tcW w:w="2302" w:type="dxa"/>
          </w:tcPr>
          <w:p w:rsidR="0007040C" w:rsidRDefault="0007040C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Schreiben vom</w:t>
            </w:r>
          </w:p>
        </w:tc>
        <w:tc>
          <w:tcPr>
            <w:tcW w:w="2302" w:type="dxa"/>
          </w:tcPr>
          <w:p w:rsidR="0007040C" w:rsidRDefault="0007040C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Unser Zeichen</w:t>
            </w:r>
          </w:p>
        </w:tc>
        <w:tc>
          <w:tcPr>
            <w:tcW w:w="2302" w:type="dxa"/>
          </w:tcPr>
          <w:p w:rsidR="0007040C" w:rsidRDefault="0007040C">
            <w:pPr>
              <w:jc w:val="right"/>
            </w:pPr>
            <w:bookmarkStart w:id="11" w:name="AbsenderOrt"/>
            <w:bookmarkEnd w:id="11"/>
          </w:p>
        </w:tc>
      </w:tr>
      <w:tr w:rsidR="0007040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302" w:type="dxa"/>
          </w:tcPr>
          <w:p w:rsidR="0007040C" w:rsidRDefault="0007040C"/>
        </w:tc>
        <w:tc>
          <w:tcPr>
            <w:tcW w:w="2302" w:type="dxa"/>
          </w:tcPr>
          <w:p w:rsidR="0007040C" w:rsidRDefault="0007040C"/>
        </w:tc>
        <w:tc>
          <w:tcPr>
            <w:tcW w:w="2302" w:type="dxa"/>
          </w:tcPr>
          <w:p w:rsidR="0007040C" w:rsidRDefault="0007040C">
            <w:bookmarkStart w:id="12" w:name="UnserZeichen"/>
            <w:bookmarkEnd w:id="12"/>
          </w:p>
        </w:tc>
        <w:tc>
          <w:tcPr>
            <w:tcW w:w="2302" w:type="dxa"/>
          </w:tcPr>
          <w:p w:rsidR="0007040C" w:rsidRDefault="0007040C">
            <w:pPr>
              <w:jc w:val="right"/>
            </w:pPr>
            <w:bookmarkStart w:id="13" w:name="Datum"/>
            <w:bookmarkEnd w:id="13"/>
          </w:p>
        </w:tc>
      </w:tr>
      <w:tr w:rsidR="0007040C">
        <w:tblPrEx>
          <w:tblCellMar>
            <w:top w:w="0" w:type="dxa"/>
            <w:bottom w:w="0" w:type="dxa"/>
          </w:tblCellMar>
        </w:tblPrEx>
        <w:trPr>
          <w:trHeight w:hRule="exact" w:val="698"/>
        </w:trPr>
        <w:tc>
          <w:tcPr>
            <w:tcW w:w="9208" w:type="dxa"/>
            <w:gridSpan w:val="4"/>
          </w:tcPr>
          <w:p w:rsidR="0007040C" w:rsidRDefault="0007040C">
            <w:pPr>
              <w:rPr>
                <w:b/>
              </w:rPr>
            </w:pPr>
            <w:bookmarkStart w:id="14" w:name="Betreff"/>
            <w:bookmarkEnd w:id="14"/>
          </w:p>
        </w:tc>
      </w:tr>
      <w:tr w:rsidR="0007040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9208" w:type="dxa"/>
            <w:gridSpan w:val="4"/>
          </w:tcPr>
          <w:p w:rsidR="0007040C" w:rsidRDefault="0007040C">
            <w:bookmarkStart w:id="15" w:name="Anrede"/>
            <w:bookmarkStart w:id="16" w:name="z_Dialog"/>
            <w:bookmarkEnd w:id="15"/>
            <w:bookmarkEnd w:id="16"/>
            <w:r>
              <w:t>,</w:t>
            </w:r>
          </w:p>
        </w:tc>
      </w:tr>
    </w:tbl>
    <w:p w:rsidR="0007040C" w:rsidRDefault="0007040C">
      <w:pPr>
        <w:spacing w:after="120"/>
      </w:pPr>
      <w:bookmarkStart w:id="17" w:name="TextAnfang"/>
      <w:bookmarkEnd w:id="17"/>
    </w:p>
    <w:p w:rsidR="0007040C" w:rsidRDefault="0007040C">
      <w:pPr>
        <w:spacing w:before="480"/>
      </w:pPr>
      <w:bookmarkStart w:id="18" w:name="Schlussformel"/>
      <w:bookmarkEnd w:id="18"/>
    </w:p>
    <w:tbl>
      <w:tblPr>
        <w:tblW w:w="0" w:type="auto"/>
        <w:tblLook w:val="04A0"/>
      </w:tblPr>
      <w:tblGrid>
        <w:gridCol w:w="4644"/>
        <w:gridCol w:w="4643"/>
      </w:tblGrid>
      <w:tr w:rsidR="0007040C" w:rsidRPr="005E0E89" w:rsidTr="00594A6E">
        <w:tc>
          <w:tcPr>
            <w:tcW w:w="4644" w:type="dxa"/>
          </w:tcPr>
          <w:p w:rsidR="0007040C" w:rsidRPr="005E0E89" w:rsidRDefault="0007040C" w:rsidP="00594A6E">
            <w:pPr>
              <w:spacing w:before="480"/>
            </w:pPr>
            <w:bookmarkStart w:id="19" w:name="ErsterUnterzeichner"/>
            <w:bookmarkEnd w:id="19"/>
          </w:p>
        </w:tc>
        <w:tc>
          <w:tcPr>
            <w:tcW w:w="4643" w:type="dxa"/>
          </w:tcPr>
          <w:p w:rsidR="0007040C" w:rsidRPr="005E0E89" w:rsidRDefault="0007040C" w:rsidP="00594A6E">
            <w:pPr>
              <w:spacing w:before="480"/>
            </w:pPr>
            <w:bookmarkStart w:id="20" w:name="ZweiterUnterzeichner"/>
            <w:bookmarkEnd w:id="20"/>
          </w:p>
        </w:tc>
      </w:tr>
      <w:tr w:rsidR="0007040C" w:rsidRPr="005E0E89" w:rsidTr="00594A6E">
        <w:tc>
          <w:tcPr>
            <w:tcW w:w="4644" w:type="dxa"/>
          </w:tcPr>
          <w:p w:rsidR="0007040C" w:rsidRPr="005E0E89" w:rsidRDefault="0007040C" w:rsidP="00594A6E">
            <w:bookmarkStart w:id="21" w:name="ErsterUnterzeichnerFunktion"/>
            <w:bookmarkEnd w:id="21"/>
          </w:p>
        </w:tc>
        <w:tc>
          <w:tcPr>
            <w:tcW w:w="4643" w:type="dxa"/>
          </w:tcPr>
          <w:p w:rsidR="0007040C" w:rsidRPr="005E0E89" w:rsidRDefault="0007040C" w:rsidP="00594A6E">
            <w:bookmarkStart w:id="22" w:name="ZweiterUnterzeichnerFunktion"/>
            <w:bookmarkEnd w:id="22"/>
          </w:p>
        </w:tc>
      </w:tr>
    </w:tbl>
    <w:p w:rsidR="0007040C" w:rsidRDefault="0007040C" w:rsidP="00480DCF"/>
    <w:sectPr w:rsidR="0007040C" w:rsidSect="0007040C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40C" w:rsidRDefault="0007040C">
      <w:r>
        <w:separator/>
      </w:r>
    </w:p>
  </w:endnote>
  <w:endnote w:type="continuationSeparator" w:id="0">
    <w:p w:rsidR="0007040C" w:rsidRDefault="00070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0C" w:rsidRDefault="0007040C">
    <w:pPr>
      <w:framePr w:w="130" w:h="153" w:hSpace="142" w:wrap="around" w:vAnchor="page" w:hAnchor="page" w:x="852" w:y="5955" w:anchorLock="1"/>
    </w:pPr>
    <w:r>
      <w:t>–</w:t>
    </w:r>
  </w:p>
  <w:p w:rsidR="0007040C" w:rsidRDefault="0007040C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SECTIONPAGES">
      <w:r>
        <w:instrText>2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0C" w:rsidRDefault="0007040C">
    <w:pPr>
      <w:framePr w:w="130" w:h="153" w:hSpace="142" w:wrap="around" w:vAnchor="page" w:hAnchor="page" w:x="852" w:y="5955" w:anchorLock="1"/>
    </w:pPr>
    <w:r>
      <w:t>–</w:t>
    </w:r>
  </w:p>
  <w:p w:rsidR="0007040C" w:rsidRDefault="0007040C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SECTION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1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40C" w:rsidRDefault="0007040C">
      <w:r>
        <w:separator/>
      </w:r>
    </w:p>
  </w:footnote>
  <w:footnote w:type="continuationSeparator" w:id="0">
    <w:p w:rsidR="0007040C" w:rsidRDefault="000704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0C" w:rsidRDefault="0007040C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PostAnschriftPerson()"/>
    <w:docVar w:name="Telefax" w:val="TelefaxPerson()"/>
    <w:docVar w:name="UnserZeichen" w:val="ReferenzZeichenIntern()"/>
    <w:docVar w:name="VorlagenTyp" w:val="Serienbrief"/>
    <w:docVar w:name="z_Dialog" w:val="VBA_WordMacros.SerialLetterDialog"/>
  </w:docVars>
  <w:rsids>
    <w:rsidRoot w:val="00480DCF"/>
    <w:rsid w:val="0007040C"/>
    <w:rsid w:val="002E67F3"/>
    <w:rsid w:val="00480DCF"/>
    <w:rsid w:val="00594A6E"/>
    <w:rsid w:val="005E0E89"/>
    <w:rsid w:val="009308AA"/>
    <w:rsid w:val="00C25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0951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0951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table" w:styleId="TableGrid">
    <w:name w:val="Table Grid"/>
    <w:basedOn w:val="TableNormal"/>
    <w:uiPriority w:val="59"/>
    <w:rsid w:val="00C25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</Words>
  <Characters>77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Serienbrief</dc:title>
  <dc:subject>orgAnice Pi</dc:subject>
  <dc:creator>orgAnice Software GmbH</dc:creator>
  <cp:keywords/>
  <dc:description/>
  <cp:lastModifiedBy>Matthias Kozlowski</cp:lastModifiedBy>
  <cp:revision>63</cp:revision>
  <dcterms:created xsi:type="dcterms:W3CDTF">1995-12-06T11:32:00Z</dcterms:created>
  <dcterms:modified xsi:type="dcterms:W3CDTF">2012-07-30T11:41:00Z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