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DEC" w:rsidRDefault="009F5DEC">
      <w:bookmarkStart w:id="0" w:name="Anrede"/>
      <w:bookmarkStart w:id="1" w:name="z_Dialog"/>
      <w:bookmarkEnd w:id="0"/>
      <w:bookmarkEnd w:id="1"/>
      <w:r>
        <w:t>,</w:t>
      </w:r>
    </w:p>
    <w:p w:rsidR="009F5DEC" w:rsidRDefault="009F5DEC"/>
    <w:p w:rsidR="009F5DEC" w:rsidRDefault="009F5DEC">
      <w:bookmarkStart w:id="2" w:name="TextAnfang"/>
      <w:bookmarkEnd w:id="2"/>
    </w:p>
    <w:p w:rsidR="009F5DEC" w:rsidRDefault="009F5DEC"/>
    <w:p w:rsidR="009F5DEC" w:rsidRDefault="009F5DEC">
      <w:bookmarkStart w:id="3" w:name="Schlussformel"/>
      <w:bookmarkEnd w:id="3"/>
    </w:p>
    <w:p w:rsidR="009F5DEC" w:rsidRDefault="009F5DEC"/>
    <w:p w:rsidR="009F5DEC" w:rsidRDefault="009F5DEC">
      <w:bookmarkStart w:id="4" w:name="Bearbeiter"/>
      <w:bookmarkEnd w:id="4"/>
    </w:p>
    <w:sectPr w:rsidR="009F5DEC" w:rsidSect="009F5DEC">
      <w:headerReference w:type="default" r:id="rId6"/>
      <w:footerReference w:type="default" r:id="rId7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EC" w:rsidRDefault="009F5DEC">
      <w:r>
        <w:separator/>
      </w:r>
    </w:p>
  </w:endnote>
  <w:endnote w:type="continuationSeparator" w:id="0">
    <w:p w:rsidR="009F5DEC" w:rsidRDefault="009F5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EC" w:rsidRDefault="009F5DEC">
    <w:pPr>
      <w:framePr w:w="130" w:h="153" w:hSpace="142" w:wrap="around" w:vAnchor="page" w:hAnchor="page" w:x="852" w:y="5955" w:anchorLock="1"/>
    </w:pPr>
    <w:r>
      <w:t>–</w:t>
    </w:r>
  </w:p>
  <w:p w:rsidR="009F5DEC" w:rsidRDefault="009F5DEC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SECTIONPAGES">
      <w:r>
        <w:instrText>2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EC" w:rsidRDefault="009F5DEC">
      <w:r>
        <w:separator/>
      </w:r>
    </w:p>
  </w:footnote>
  <w:footnote w:type="continuationSeparator" w:id="0">
    <w:p w:rsidR="009F5DEC" w:rsidRDefault="009F5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EC" w:rsidRDefault="009F5DEC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VorlagenTyp" w:val="E-Mail"/>
    <w:docVar w:name="z_Dialog" w:val="VBA_WordMacros.LetterDialog"/>
  </w:docVars>
  <w:rsids>
    <w:rsidRoot w:val="00067748"/>
    <w:rsid w:val="00067748"/>
    <w:rsid w:val="009F5DEC"/>
    <w:rsid w:val="00C0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74C9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74C9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</Words>
  <Characters>7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E-Mail</dc:title>
  <dc:subject>orgAnice Pi</dc:subject>
  <dc:creator>orgAnice Software GmbH</dc:creator>
  <cp:keywords/>
  <dc:description/>
  <cp:lastModifiedBy>orgAnice Software GmbH</cp:lastModifiedBy>
  <cp:revision>57</cp:revision>
  <dcterms:created xsi:type="dcterms:W3CDTF">1995-12-06T11:32:00Z</dcterms:created>
  <dcterms:modified xsi:type="dcterms:W3CDTF">2007-10-01T13:21:00Z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