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2302"/>
        <w:gridCol w:w="2302"/>
      </w:tblGrid>
      <w:tr w:rsidR="00FF388B" w14:paraId="46D23C3C" w14:textId="77777777">
        <w:trPr>
          <w:trHeight w:hRule="exact" w:val="716"/>
        </w:trPr>
        <w:tc>
          <w:tcPr>
            <w:tcW w:w="9208" w:type="dxa"/>
            <w:gridSpan w:val="3"/>
          </w:tcPr>
          <w:p w14:paraId="6A20D7F2" w14:textId="77777777" w:rsidR="00FF388B" w:rsidRDefault="00FF388B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14:paraId="09095A1A" w14:textId="77777777" w:rsidR="00FF388B" w:rsidRDefault="00FF388B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FF388B" w14:paraId="4CE7AA78" w14:textId="77777777">
        <w:trPr>
          <w:trHeight w:hRule="exact" w:val="1077"/>
        </w:trPr>
        <w:tc>
          <w:tcPr>
            <w:tcW w:w="9208" w:type="dxa"/>
            <w:gridSpan w:val="3"/>
          </w:tcPr>
          <w:p w14:paraId="0A5DAAC2" w14:textId="77777777" w:rsidR="00FF388B" w:rsidRDefault="00FF388B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14:paraId="466C899A" w14:textId="77777777" w:rsidR="00FF388B" w:rsidRDefault="00FF388B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FF388B" w14:paraId="58548194" w14:textId="77777777">
        <w:trPr>
          <w:trHeight w:hRule="exact" w:val="185"/>
        </w:trPr>
        <w:tc>
          <w:tcPr>
            <w:tcW w:w="4604" w:type="dxa"/>
            <w:tcBorders>
              <w:bottom w:val="single" w:sz="6" w:space="0" w:color="auto"/>
            </w:tcBorders>
          </w:tcPr>
          <w:p w14:paraId="6E83890B" w14:textId="77777777" w:rsidR="00FF388B" w:rsidRDefault="00FF388B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14:paraId="472D67D4" w14:textId="77777777" w:rsidR="00FF388B" w:rsidRDefault="00FF388B">
            <w:pPr>
              <w:rPr>
                <w:sz w:val="12"/>
              </w:rPr>
            </w:pPr>
          </w:p>
        </w:tc>
        <w:tc>
          <w:tcPr>
            <w:tcW w:w="2302" w:type="dxa"/>
          </w:tcPr>
          <w:p w14:paraId="33F4FB2B" w14:textId="77777777" w:rsidR="00FF388B" w:rsidRDefault="00FF388B">
            <w:pPr>
              <w:rPr>
                <w:sz w:val="12"/>
              </w:rPr>
            </w:pPr>
            <w:bookmarkStart w:id="9" w:name="zz_Invoice"/>
            <w:bookmarkEnd w:id="9"/>
          </w:p>
        </w:tc>
      </w:tr>
      <w:tr w:rsidR="00FF388B" w14:paraId="4013932B" w14:textId="77777777">
        <w:trPr>
          <w:trHeight w:hRule="exact" w:val="2689"/>
        </w:trPr>
        <w:tc>
          <w:tcPr>
            <w:tcW w:w="4604" w:type="dxa"/>
          </w:tcPr>
          <w:p w14:paraId="3CFBE641" w14:textId="77777777" w:rsidR="00FF388B" w:rsidRDefault="00FF388B">
            <w:bookmarkStart w:id="10" w:name="Anschrift"/>
            <w:bookmarkEnd w:id="10"/>
          </w:p>
        </w:tc>
        <w:tc>
          <w:tcPr>
            <w:tcW w:w="4604" w:type="dxa"/>
            <w:gridSpan w:val="2"/>
          </w:tcPr>
          <w:p w14:paraId="26BD1D23" w14:textId="77777777" w:rsidR="00FF388B" w:rsidRDefault="00FF388B">
            <w:pPr>
              <w:jc w:val="right"/>
              <w:rPr>
                <w:b/>
              </w:rPr>
            </w:pPr>
            <w:bookmarkStart w:id="11" w:name="EAdresse"/>
            <w:bookmarkStart w:id="12" w:name="z_Dialog"/>
            <w:bookmarkEnd w:id="11"/>
            <w:bookmarkEnd w:id="12"/>
          </w:p>
        </w:tc>
      </w:tr>
    </w:tbl>
    <w:p w14:paraId="4A01AF17" w14:textId="77777777" w:rsidR="00FF388B" w:rsidRDefault="00FF388B">
      <w:pPr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00"/>
        <w:gridCol w:w="1984"/>
        <w:gridCol w:w="1559"/>
      </w:tblGrid>
      <w:tr w:rsidR="00FF388B" w14:paraId="29FE9F6E" w14:textId="77777777">
        <w:trPr>
          <w:cantSplit/>
        </w:trPr>
        <w:tc>
          <w:tcPr>
            <w:tcW w:w="5600" w:type="dxa"/>
          </w:tcPr>
          <w:p w14:paraId="3DA6D05C" w14:textId="77777777" w:rsidR="00FF388B" w:rsidRDefault="00FF388B">
            <w:pPr>
              <w:spacing w:before="40" w:after="60"/>
              <w:rPr>
                <w:b/>
                <w:sz w:val="30"/>
              </w:rPr>
            </w:pPr>
            <w:r>
              <w:rPr>
                <w:b/>
                <w:sz w:val="30"/>
              </w:rPr>
              <w:t>Angebot</w:t>
            </w:r>
          </w:p>
        </w:tc>
        <w:tc>
          <w:tcPr>
            <w:tcW w:w="1984" w:type="dxa"/>
          </w:tcPr>
          <w:p w14:paraId="43942C71" w14:textId="77777777" w:rsidR="00FF388B" w:rsidRDefault="00FF388B">
            <w:pPr>
              <w:spacing w:before="120" w:after="40"/>
              <w:rPr>
                <w:position w:val="-6"/>
              </w:rPr>
            </w:pPr>
            <w:bookmarkStart w:id="13" w:name="AbsenderOrt"/>
            <w:bookmarkEnd w:id="13"/>
            <w:r>
              <w:rPr>
                <w:position w:val="-6"/>
              </w:rPr>
              <w:t xml:space="preserve">, den </w:t>
            </w:r>
          </w:p>
        </w:tc>
        <w:tc>
          <w:tcPr>
            <w:tcW w:w="1559" w:type="dxa"/>
          </w:tcPr>
          <w:p w14:paraId="2679CEC8" w14:textId="77777777" w:rsidR="00FF388B" w:rsidRDefault="00FF388B">
            <w:pPr>
              <w:spacing w:before="120" w:after="40"/>
              <w:rPr>
                <w:position w:val="-6"/>
              </w:rPr>
            </w:pPr>
            <w:bookmarkStart w:id="14" w:name="Datum"/>
            <w:bookmarkEnd w:id="14"/>
          </w:p>
        </w:tc>
      </w:tr>
      <w:tr w:rsidR="00FF388B" w14:paraId="74612BBB" w14:textId="77777777">
        <w:trPr>
          <w:cantSplit/>
        </w:trPr>
        <w:tc>
          <w:tcPr>
            <w:tcW w:w="5600" w:type="dxa"/>
          </w:tcPr>
          <w:p w14:paraId="28371175" w14:textId="77777777" w:rsidR="00FF388B" w:rsidRDefault="00FF388B">
            <w:pPr>
              <w:spacing w:before="40" w:after="60"/>
              <w:rPr>
                <w:b/>
              </w:rPr>
            </w:pPr>
            <w:bookmarkStart w:id="15" w:name="ZahlungsweiseText"/>
            <w:r>
              <w:rPr>
                <w:b/>
              </w:rPr>
              <w:t>Zahlungsweise:</w:t>
            </w:r>
            <w:r>
              <w:t xml:space="preserve"> </w:t>
            </w:r>
            <w:bookmarkStart w:id="16" w:name="Zahlungsweise"/>
            <w:bookmarkEnd w:id="15"/>
            <w:bookmarkEnd w:id="16"/>
            <w:r>
              <w:t xml:space="preserve"> </w:t>
            </w:r>
          </w:p>
        </w:tc>
        <w:tc>
          <w:tcPr>
            <w:tcW w:w="1984" w:type="dxa"/>
          </w:tcPr>
          <w:p w14:paraId="63A58ED1" w14:textId="77777777" w:rsidR="00FF388B" w:rsidRDefault="00FF388B">
            <w:pPr>
              <w:spacing w:before="40" w:after="60"/>
            </w:pPr>
            <w:r>
              <w:t>Angebots-Nr.:</w:t>
            </w:r>
          </w:p>
        </w:tc>
        <w:tc>
          <w:tcPr>
            <w:tcW w:w="1559" w:type="dxa"/>
          </w:tcPr>
          <w:p w14:paraId="6164D58B" w14:textId="77777777" w:rsidR="00FF388B" w:rsidRDefault="00FF388B">
            <w:pPr>
              <w:spacing w:before="40" w:after="60"/>
            </w:pPr>
            <w:bookmarkStart w:id="17" w:name="Angebotsnummer"/>
            <w:bookmarkEnd w:id="17"/>
          </w:p>
        </w:tc>
      </w:tr>
      <w:tr w:rsidR="00FF388B" w14:paraId="14E2B0A7" w14:textId="77777777">
        <w:trPr>
          <w:cantSplit/>
        </w:trPr>
        <w:tc>
          <w:tcPr>
            <w:tcW w:w="5600" w:type="dxa"/>
          </w:tcPr>
          <w:p w14:paraId="4ED796E6" w14:textId="77777777" w:rsidR="00FF388B" w:rsidRDefault="00FF388B">
            <w:pPr>
              <w:spacing w:before="40" w:after="60"/>
              <w:rPr>
                <w:b/>
              </w:rPr>
            </w:pPr>
            <w:bookmarkStart w:id="18" w:name="LieferartText"/>
            <w:r>
              <w:rPr>
                <w:b/>
              </w:rPr>
              <w:t>Lieferart:</w:t>
            </w:r>
            <w:r>
              <w:t xml:space="preserve"> </w:t>
            </w:r>
            <w:bookmarkStart w:id="19" w:name="Lieferart"/>
            <w:bookmarkEnd w:id="18"/>
            <w:bookmarkEnd w:id="19"/>
            <w:r>
              <w:t xml:space="preserve"> </w:t>
            </w:r>
          </w:p>
        </w:tc>
        <w:tc>
          <w:tcPr>
            <w:tcW w:w="1984" w:type="dxa"/>
          </w:tcPr>
          <w:p w14:paraId="3FC4DA09" w14:textId="77777777" w:rsidR="00FF388B" w:rsidRDefault="00FF388B">
            <w:pPr>
              <w:spacing w:before="40" w:after="60"/>
            </w:pPr>
            <w:r>
              <w:t>Kunden-Nr.:</w:t>
            </w:r>
          </w:p>
        </w:tc>
        <w:tc>
          <w:tcPr>
            <w:tcW w:w="1559" w:type="dxa"/>
          </w:tcPr>
          <w:p w14:paraId="7DED54FF" w14:textId="77777777" w:rsidR="00FF388B" w:rsidRDefault="00FF388B">
            <w:pPr>
              <w:spacing w:before="40" w:after="60"/>
            </w:pPr>
            <w:bookmarkStart w:id="20" w:name="Kundennummer"/>
            <w:bookmarkEnd w:id="20"/>
          </w:p>
        </w:tc>
      </w:tr>
    </w:tbl>
    <w:p w14:paraId="579FAD70" w14:textId="77777777" w:rsidR="00776733" w:rsidRDefault="00776733">
      <w:pPr>
        <w:spacing w:after="120"/>
      </w:pPr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8"/>
        <w:gridCol w:w="567"/>
        <w:gridCol w:w="993"/>
        <w:gridCol w:w="3685"/>
        <w:gridCol w:w="425"/>
        <w:gridCol w:w="1418"/>
        <w:gridCol w:w="1417"/>
      </w:tblGrid>
      <w:tr w:rsidR="001E19F7" w14:paraId="12D87CCD" w14:textId="77777777" w:rsidTr="00E1720C">
        <w:trPr>
          <w:cantSplit/>
          <w:tblHeader/>
        </w:trPr>
        <w:tc>
          <w:tcPr>
            <w:tcW w:w="638" w:type="dxa"/>
            <w:tcBorders>
              <w:bottom w:val="single" w:sz="6" w:space="0" w:color="auto"/>
            </w:tcBorders>
            <w:shd w:val="pct10" w:color="auto" w:fill="auto"/>
          </w:tcPr>
          <w:p w14:paraId="23CD996D" w14:textId="77777777" w:rsidR="001E19F7" w:rsidRPr="009332B1" w:rsidRDefault="001E19F7" w:rsidP="00FB535C">
            <w:pPr>
              <w:spacing w:before="40" w:after="60"/>
              <w:rPr>
                <w:b/>
                <w:bCs/>
              </w:rPr>
            </w:pPr>
            <w:bookmarkStart w:id="21" w:name="GroupTable"/>
            <w:bookmarkEnd w:id="21"/>
            <w:r w:rsidRPr="009332B1">
              <w:rPr>
                <w:b/>
                <w:bCs/>
              </w:rPr>
              <w:t>Pos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pct10" w:color="auto" w:fill="auto"/>
          </w:tcPr>
          <w:p w14:paraId="2183A81E" w14:textId="77777777" w:rsidR="001E19F7" w:rsidRPr="009332B1" w:rsidRDefault="001E19F7" w:rsidP="00FB535C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Anz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pct10" w:color="auto" w:fill="auto"/>
          </w:tcPr>
          <w:p w14:paraId="52D53F3E" w14:textId="77777777" w:rsidR="001E19F7" w:rsidRPr="009332B1" w:rsidRDefault="001E19F7" w:rsidP="00FB535C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Einheit</w:t>
            </w:r>
          </w:p>
        </w:tc>
        <w:tc>
          <w:tcPr>
            <w:tcW w:w="3685" w:type="dxa"/>
            <w:tcBorders>
              <w:bottom w:val="single" w:sz="6" w:space="0" w:color="auto"/>
            </w:tcBorders>
            <w:shd w:val="pct10" w:color="auto" w:fill="auto"/>
          </w:tcPr>
          <w:p w14:paraId="59E81E24" w14:textId="77777777" w:rsidR="001E19F7" w:rsidRPr="009332B1" w:rsidRDefault="001E19F7" w:rsidP="00FB535C">
            <w:pPr>
              <w:spacing w:before="40" w:after="60"/>
              <w:rPr>
                <w:b/>
                <w:bCs/>
              </w:rPr>
            </w:pPr>
            <w:r w:rsidRPr="009332B1">
              <w:rPr>
                <w:b/>
                <w:bCs/>
              </w:rPr>
              <w:t>Beschreibung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pct10" w:color="auto" w:fill="auto"/>
          </w:tcPr>
          <w:p w14:paraId="38D92525" w14:textId="77777777" w:rsidR="001E19F7" w:rsidRPr="009332B1" w:rsidRDefault="001E19F7" w:rsidP="00FB535C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%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pct10" w:color="auto" w:fill="auto"/>
          </w:tcPr>
          <w:p w14:paraId="7D72BCA7" w14:textId="77777777" w:rsidR="001E19F7" w:rsidRPr="009332B1" w:rsidRDefault="001E19F7" w:rsidP="00FB535C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Einzelpreis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pct10" w:color="auto" w:fill="auto"/>
          </w:tcPr>
          <w:p w14:paraId="35BC460F" w14:textId="77777777" w:rsidR="001E19F7" w:rsidRPr="009332B1" w:rsidRDefault="001E19F7" w:rsidP="00FB535C">
            <w:pPr>
              <w:spacing w:before="40" w:after="60"/>
              <w:jc w:val="right"/>
              <w:rPr>
                <w:b/>
                <w:bCs/>
              </w:rPr>
            </w:pPr>
            <w:r w:rsidRPr="009332B1">
              <w:rPr>
                <w:b/>
                <w:bCs/>
              </w:rPr>
              <w:t>Gesamtpreis</w:t>
            </w:r>
          </w:p>
        </w:tc>
      </w:tr>
      <w:tr w:rsidR="001E19F7" w14:paraId="116C7F49" w14:textId="77777777" w:rsidTr="0033018E">
        <w:trPr>
          <w:cantSplit/>
        </w:trPr>
        <w:tc>
          <w:tcPr>
            <w:tcW w:w="9143" w:type="dxa"/>
            <w:gridSpan w:val="7"/>
            <w:tcBorders>
              <w:bottom w:val="single" w:sz="6" w:space="0" w:color="auto"/>
            </w:tcBorders>
            <w:shd w:val="pct10" w:color="auto" w:fill="auto"/>
          </w:tcPr>
          <w:p w14:paraId="163885AA" w14:textId="77777777" w:rsidR="001E19F7" w:rsidRDefault="001E19F7" w:rsidP="00FB535C">
            <w:pPr>
              <w:spacing w:before="40" w:after="60"/>
              <w:rPr>
                <w:b/>
              </w:rPr>
            </w:pPr>
            <w:bookmarkStart w:id="22" w:name="ArtikelgruppenName"/>
            <w:bookmarkEnd w:id="22"/>
          </w:p>
        </w:tc>
      </w:tr>
      <w:tr w:rsidR="001E19F7" w14:paraId="7A475845" w14:textId="77777777" w:rsidTr="00512A4B">
        <w:trPr>
          <w:cantSplit/>
        </w:trPr>
        <w:tc>
          <w:tcPr>
            <w:tcW w:w="638" w:type="dxa"/>
            <w:tcBorders>
              <w:bottom w:val="single" w:sz="4" w:space="0" w:color="D9D9D9"/>
            </w:tcBorders>
          </w:tcPr>
          <w:p w14:paraId="0A5BD3A9" w14:textId="77777777" w:rsidR="001E19F7" w:rsidRDefault="001E19F7" w:rsidP="00FB535C">
            <w:pPr>
              <w:spacing w:before="40" w:after="60"/>
            </w:pPr>
            <w:bookmarkStart w:id="23" w:name="Position"/>
            <w:bookmarkEnd w:id="23"/>
          </w:p>
        </w:tc>
        <w:tc>
          <w:tcPr>
            <w:tcW w:w="567" w:type="dxa"/>
            <w:tcBorders>
              <w:bottom w:val="single" w:sz="4" w:space="0" w:color="D9D9D9"/>
            </w:tcBorders>
          </w:tcPr>
          <w:p w14:paraId="7FD3C073" w14:textId="77777777" w:rsidR="001E19F7" w:rsidRDefault="001E19F7" w:rsidP="00FB535C">
            <w:pPr>
              <w:spacing w:before="40" w:after="60"/>
            </w:pPr>
            <w:bookmarkStart w:id="24" w:name="Anz"/>
            <w:bookmarkEnd w:id="24"/>
          </w:p>
        </w:tc>
        <w:tc>
          <w:tcPr>
            <w:tcW w:w="993" w:type="dxa"/>
            <w:tcBorders>
              <w:bottom w:val="single" w:sz="4" w:space="0" w:color="D9D9D9"/>
            </w:tcBorders>
          </w:tcPr>
          <w:p w14:paraId="798AF59C" w14:textId="77777777" w:rsidR="001E19F7" w:rsidRDefault="001E19F7" w:rsidP="00FB535C">
            <w:pPr>
              <w:tabs>
                <w:tab w:val="left" w:pos="28"/>
              </w:tabs>
              <w:spacing w:before="40" w:after="60"/>
            </w:pPr>
            <w:bookmarkStart w:id="25" w:name="Einheit"/>
            <w:bookmarkEnd w:id="25"/>
          </w:p>
        </w:tc>
        <w:tc>
          <w:tcPr>
            <w:tcW w:w="3685" w:type="dxa"/>
            <w:tcBorders>
              <w:bottom w:val="single" w:sz="4" w:space="0" w:color="D9D9D9"/>
            </w:tcBorders>
          </w:tcPr>
          <w:p w14:paraId="62FD48FF" w14:textId="77777777" w:rsidR="001E19F7" w:rsidRDefault="00777FF2" w:rsidP="00FB535C">
            <w:pPr>
              <w:spacing w:before="40" w:after="60"/>
            </w:pPr>
            <w:bookmarkStart w:id="26" w:name="Beschreibung"/>
            <w:bookmarkEnd w:id="26"/>
            <w:r>
              <w:t xml:space="preserve"> </w:t>
            </w:r>
            <w:r w:rsidR="00776956">
              <w:t xml:space="preserve"> </w:t>
            </w:r>
            <w:bookmarkStart w:id="27" w:name="Listenpreis"/>
            <w:bookmarkEnd w:id="27"/>
          </w:p>
        </w:tc>
        <w:tc>
          <w:tcPr>
            <w:tcW w:w="425" w:type="dxa"/>
            <w:tcBorders>
              <w:bottom w:val="single" w:sz="4" w:space="0" w:color="D9D9D9"/>
            </w:tcBorders>
          </w:tcPr>
          <w:p w14:paraId="29E64B0F" w14:textId="77777777" w:rsidR="001E19F7" w:rsidRDefault="001E19F7" w:rsidP="00FB535C">
            <w:pPr>
              <w:spacing w:before="40" w:after="60"/>
              <w:jc w:val="right"/>
            </w:pPr>
            <w:bookmarkStart w:id="28" w:name="UStSatz"/>
            <w:bookmarkEnd w:id="28"/>
          </w:p>
        </w:tc>
        <w:tc>
          <w:tcPr>
            <w:tcW w:w="1418" w:type="dxa"/>
            <w:tcBorders>
              <w:bottom w:val="single" w:sz="4" w:space="0" w:color="D9D9D9"/>
            </w:tcBorders>
          </w:tcPr>
          <w:p w14:paraId="02DA51EC" w14:textId="77777777" w:rsidR="001E19F7" w:rsidRDefault="001E19F7" w:rsidP="00FB535C">
            <w:pPr>
              <w:spacing w:before="40" w:after="60"/>
              <w:jc w:val="right"/>
            </w:pPr>
            <w:bookmarkStart w:id="29" w:name="Einzelpreis"/>
            <w:bookmarkEnd w:id="29"/>
          </w:p>
        </w:tc>
        <w:tc>
          <w:tcPr>
            <w:tcW w:w="1417" w:type="dxa"/>
            <w:tcBorders>
              <w:bottom w:val="single" w:sz="4" w:space="0" w:color="D9D9D9"/>
            </w:tcBorders>
          </w:tcPr>
          <w:p w14:paraId="0C858B8D" w14:textId="77777777" w:rsidR="001E19F7" w:rsidRDefault="001E19F7" w:rsidP="00FB535C">
            <w:pPr>
              <w:spacing w:before="40" w:after="60"/>
              <w:jc w:val="right"/>
            </w:pPr>
            <w:bookmarkStart w:id="30" w:name="Gesamtpreis"/>
            <w:bookmarkEnd w:id="30"/>
          </w:p>
        </w:tc>
      </w:tr>
      <w:tr w:rsidR="001E19F7" w14:paraId="2A4F53B2" w14:textId="77777777" w:rsidTr="00512A4B">
        <w:trPr>
          <w:cantSplit/>
        </w:trPr>
        <w:tc>
          <w:tcPr>
            <w:tcW w:w="638" w:type="dxa"/>
            <w:tcBorders>
              <w:top w:val="single" w:sz="4" w:space="0" w:color="D9D9D9"/>
            </w:tcBorders>
          </w:tcPr>
          <w:p w14:paraId="1E123ACE" w14:textId="77777777" w:rsidR="001E19F7" w:rsidRDefault="001E19F7" w:rsidP="00FB535C">
            <w:pPr>
              <w:spacing w:before="40" w:after="60"/>
            </w:pPr>
          </w:p>
        </w:tc>
        <w:tc>
          <w:tcPr>
            <w:tcW w:w="567" w:type="dxa"/>
            <w:tcBorders>
              <w:top w:val="single" w:sz="4" w:space="0" w:color="D9D9D9"/>
            </w:tcBorders>
          </w:tcPr>
          <w:p w14:paraId="3C66C32F" w14:textId="77777777" w:rsidR="001E19F7" w:rsidRDefault="001E19F7" w:rsidP="00FB535C">
            <w:pPr>
              <w:spacing w:before="40" w:after="60"/>
            </w:pPr>
          </w:p>
        </w:tc>
        <w:tc>
          <w:tcPr>
            <w:tcW w:w="993" w:type="dxa"/>
            <w:tcBorders>
              <w:top w:val="single" w:sz="4" w:space="0" w:color="D9D9D9"/>
            </w:tcBorders>
          </w:tcPr>
          <w:p w14:paraId="4D5AAD74" w14:textId="77777777" w:rsidR="001E19F7" w:rsidRDefault="001E19F7" w:rsidP="00FB535C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  <w:tcBorders>
              <w:top w:val="single" w:sz="4" w:space="0" w:color="D9D9D9"/>
            </w:tcBorders>
          </w:tcPr>
          <w:p w14:paraId="2ABD0AA4" w14:textId="77777777" w:rsidR="001E19F7" w:rsidRDefault="001E19F7" w:rsidP="00FB535C">
            <w:pPr>
              <w:spacing w:before="40" w:after="60"/>
            </w:pPr>
            <w:r>
              <w:t>Zwischensumme</w:t>
            </w:r>
          </w:p>
        </w:tc>
        <w:tc>
          <w:tcPr>
            <w:tcW w:w="425" w:type="dxa"/>
            <w:tcBorders>
              <w:top w:val="single" w:sz="4" w:space="0" w:color="D9D9D9"/>
            </w:tcBorders>
          </w:tcPr>
          <w:p w14:paraId="314E04B4" w14:textId="77777777" w:rsidR="001E19F7" w:rsidRDefault="001E19F7" w:rsidP="00FB535C">
            <w:pPr>
              <w:spacing w:before="40" w:after="60"/>
              <w:jc w:val="right"/>
            </w:pPr>
          </w:p>
        </w:tc>
        <w:tc>
          <w:tcPr>
            <w:tcW w:w="1418" w:type="dxa"/>
            <w:tcBorders>
              <w:top w:val="single" w:sz="4" w:space="0" w:color="D9D9D9"/>
            </w:tcBorders>
          </w:tcPr>
          <w:p w14:paraId="1917400A" w14:textId="77777777" w:rsidR="001E19F7" w:rsidRDefault="001E19F7" w:rsidP="00FB535C">
            <w:pPr>
              <w:spacing w:before="40" w:after="60"/>
              <w:jc w:val="right"/>
            </w:pPr>
          </w:p>
        </w:tc>
        <w:tc>
          <w:tcPr>
            <w:tcW w:w="1417" w:type="dxa"/>
            <w:tcBorders>
              <w:top w:val="single" w:sz="4" w:space="0" w:color="D9D9D9"/>
            </w:tcBorders>
          </w:tcPr>
          <w:p w14:paraId="2C008086" w14:textId="77777777" w:rsidR="001E19F7" w:rsidRDefault="001E19F7" w:rsidP="00FB535C">
            <w:pPr>
              <w:spacing w:before="40" w:after="60"/>
              <w:jc w:val="right"/>
            </w:pPr>
            <w:bookmarkStart w:id="31" w:name="GruppenListePreis"/>
            <w:bookmarkEnd w:id="31"/>
          </w:p>
        </w:tc>
      </w:tr>
      <w:tr w:rsidR="001E19F7" w14:paraId="07DF89A8" w14:textId="77777777" w:rsidTr="00512A4B">
        <w:trPr>
          <w:cantSplit/>
        </w:trPr>
        <w:tc>
          <w:tcPr>
            <w:tcW w:w="638" w:type="dxa"/>
          </w:tcPr>
          <w:p w14:paraId="404AA44A" w14:textId="77777777" w:rsidR="001E19F7" w:rsidRPr="000A1039" w:rsidRDefault="001E19F7" w:rsidP="00FB535C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14:paraId="0A8D6F72" w14:textId="77777777" w:rsidR="001E19F7" w:rsidRPr="000A1039" w:rsidRDefault="001E19F7" w:rsidP="00FB535C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993" w:type="dxa"/>
          </w:tcPr>
          <w:p w14:paraId="6EF9239B" w14:textId="77777777" w:rsidR="001E19F7" w:rsidRPr="000A1039" w:rsidRDefault="001E19F7" w:rsidP="00FB535C">
            <w:pPr>
              <w:tabs>
                <w:tab w:val="left" w:pos="28"/>
              </w:tabs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3685" w:type="dxa"/>
          </w:tcPr>
          <w:p w14:paraId="66D7DE2D" w14:textId="77777777" w:rsidR="001E19F7" w:rsidRPr="000A1039" w:rsidRDefault="001E19F7" w:rsidP="00FB535C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14:paraId="027361B5" w14:textId="77777777" w:rsidR="001E19F7" w:rsidRPr="000A1039" w:rsidRDefault="001E19F7" w:rsidP="00FB535C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8" w:type="dxa"/>
          </w:tcPr>
          <w:p w14:paraId="1F780BD0" w14:textId="77777777" w:rsidR="001E19F7" w:rsidRPr="000A1039" w:rsidRDefault="001E19F7" w:rsidP="00FB535C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14:paraId="5B69E0BD" w14:textId="77777777" w:rsidR="001E19F7" w:rsidRPr="000A1039" w:rsidRDefault="001E19F7" w:rsidP="00FB535C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</w:tr>
      <w:tr w:rsidR="001E19F7" w14:paraId="3E3054CF" w14:textId="77777777" w:rsidTr="00512A4B">
        <w:trPr>
          <w:cantSplit/>
        </w:trPr>
        <w:tc>
          <w:tcPr>
            <w:tcW w:w="638" w:type="dxa"/>
          </w:tcPr>
          <w:p w14:paraId="25B0A117" w14:textId="77777777" w:rsidR="001E19F7" w:rsidRDefault="001E19F7" w:rsidP="00FB535C">
            <w:pPr>
              <w:spacing w:before="40" w:after="60"/>
            </w:pPr>
          </w:p>
        </w:tc>
        <w:tc>
          <w:tcPr>
            <w:tcW w:w="567" w:type="dxa"/>
          </w:tcPr>
          <w:p w14:paraId="0420A588" w14:textId="77777777" w:rsidR="001E19F7" w:rsidRDefault="001E19F7" w:rsidP="00FB535C">
            <w:pPr>
              <w:spacing w:before="40" w:after="60"/>
            </w:pPr>
          </w:p>
        </w:tc>
        <w:tc>
          <w:tcPr>
            <w:tcW w:w="993" w:type="dxa"/>
          </w:tcPr>
          <w:p w14:paraId="737B1264" w14:textId="77777777" w:rsidR="001E19F7" w:rsidRDefault="001E19F7" w:rsidP="00FB535C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</w:tcPr>
          <w:p w14:paraId="537D8B2D" w14:textId="77777777" w:rsidR="001E19F7" w:rsidRDefault="001E19F7" w:rsidP="00FB535C">
            <w:pPr>
              <w:spacing w:before="40" w:after="60"/>
            </w:pPr>
          </w:p>
        </w:tc>
        <w:tc>
          <w:tcPr>
            <w:tcW w:w="425" w:type="dxa"/>
          </w:tcPr>
          <w:p w14:paraId="12511923" w14:textId="77777777" w:rsidR="001E19F7" w:rsidRDefault="001E19F7" w:rsidP="00FB535C">
            <w:pPr>
              <w:spacing w:before="40" w:after="60"/>
              <w:jc w:val="right"/>
            </w:pPr>
          </w:p>
        </w:tc>
        <w:tc>
          <w:tcPr>
            <w:tcW w:w="1418" w:type="dxa"/>
          </w:tcPr>
          <w:p w14:paraId="4C3E1ABF" w14:textId="77777777" w:rsidR="001E19F7" w:rsidRDefault="001E19F7" w:rsidP="00FB535C">
            <w:pPr>
              <w:spacing w:before="40" w:after="60"/>
              <w:jc w:val="right"/>
            </w:pPr>
          </w:p>
        </w:tc>
        <w:tc>
          <w:tcPr>
            <w:tcW w:w="1417" w:type="dxa"/>
          </w:tcPr>
          <w:p w14:paraId="0594F2B9" w14:textId="77777777" w:rsidR="001E19F7" w:rsidRDefault="001E19F7" w:rsidP="00FB535C">
            <w:pPr>
              <w:spacing w:before="40" w:after="60"/>
              <w:jc w:val="right"/>
            </w:pPr>
          </w:p>
        </w:tc>
      </w:tr>
    </w:tbl>
    <w:p w14:paraId="5F326C7A" w14:textId="77777777" w:rsidR="00EC48E3" w:rsidRPr="0059084D" w:rsidRDefault="00EC48E3" w:rsidP="00EC48E3">
      <w:pPr>
        <w:rPr>
          <w:sz w:val="2"/>
          <w:szCs w:val="2"/>
        </w:rPr>
      </w:pPr>
    </w:p>
    <w:p w14:paraId="2C787803" w14:textId="77777777" w:rsidR="00FF388B" w:rsidRDefault="00FF388B">
      <w:pPr>
        <w:spacing w:after="120"/>
      </w:pPr>
    </w:p>
    <w:p w14:paraId="24A0CFF3" w14:textId="77777777" w:rsidR="00CB155C" w:rsidRPr="00E6659D" w:rsidRDefault="00CB155C" w:rsidP="00E6659D">
      <w:pPr>
        <w:rPr>
          <w:sz w:val="2"/>
          <w:szCs w:val="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30"/>
        <w:gridCol w:w="1541"/>
      </w:tblGrid>
      <w:tr w:rsidR="00CD37D1" w14:paraId="37BA305B" w14:textId="77777777" w:rsidTr="005A66E7">
        <w:tc>
          <w:tcPr>
            <w:tcW w:w="9180" w:type="dxa"/>
            <w:gridSpan w:val="2"/>
            <w:shd w:val="clear" w:color="auto" w:fill="auto"/>
          </w:tcPr>
          <w:p w14:paraId="48567458" w14:textId="77777777" w:rsidR="00CD37D1" w:rsidRPr="00CD37D1" w:rsidRDefault="00CD37D1" w:rsidP="00CD37D1">
            <w:pPr>
              <w:spacing w:after="120"/>
              <w:rPr>
                <w:b/>
              </w:rPr>
            </w:pPr>
            <w:bookmarkStart w:id="32" w:name="SumTable"/>
            <w:bookmarkEnd w:id="32"/>
            <w:r w:rsidRPr="00CD37D1">
              <w:rPr>
                <w:b/>
              </w:rPr>
              <w:t>Zusammenfassung</w:t>
            </w:r>
          </w:p>
        </w:tc>
      </w:tr>
      <w:tr w:rsidR="001E19F7" w14:paraId="689F67AE" w14:textId="77777777" w:rsidTr="0033018E">
        <w:tc>
          <w:tcPr>
            <w:tcW w:w="9180" w:type="dxa"/>
            <w:gridSpan w:val="2"/>
            <w:shd w:val="clear" w:color="auto" w:fill="auto"/>
          </w:tcPr>
          <w:p w14:paraId="7CDDEB78" w14:textId="77777777" w:rsidR="001E19F7" w:rsidRDefault="001E19F7" w:rsidP="00FB23AC">
            <w:pPr>
              <w:spacing w:after="120"/>
              <w:jc w:val="right"/>
            </w:pPr>
          </w:p>
        </w:tc>
      </w:tr>
      <w:tr w:rsidR="001E19F7" w14:paraId="7281781C" w14:textId="77777777" w:rsidTr="0033018E">
        <w:tc>
          <w:tcPr>
            <w:tcW w:w="9180" w:type="dxa"/>
            <w:gridSpan w:val="2"/>
            <w:shd w:val="clear" w:color="auto" w:fill="auto"/>
          </w:tcPr>
          <w:p w14:paraId="46597F9D" w14:textId="77777777" w:rsidR="001E19F7" w:rsidRDefault="001E19F7" w:rsidP="00FB23AC">
            <w:pPr>
              <w:spacing w:after="120"/>
              <w:jc w:val="right"/>
            </w:pPr>
          </w:p>
        </w:tc>
      </w:tr>
      <w:tr w:rsidR="00CD37D1" w14:paraId="6D917F15" w14:textId="77777777" w:rsidTr="005A66E7">
        <w:tc>
          <w:tcPr>
            <w:tcW w:w="7621" w:type="dxa"/>
            <w:shd w:val="clear" w:color="auto" w:fill="auto"/>
          </w:tcPr>
          <w:p w14:paraId="6BE9AE59" w14:textId="77777777" w:rsidR="00CD37D1" w:rsidRPr="00670B5A" w:rsidRDefault="00CD37D1" w:rsidP="00CD37D1">
            <w:pPr>
              <w:spacing w:after="120"/>
            </w:pPr>
            <w:bookmarkStart w:id="33" w:name="Gruppentitel"/>
            <w:bookmarkEnd w:id="33"/>
          </w:p>
        </w:tc>
        <w:tc>
          <w:tcPr>
            <w:tcW w:w="1559" w:type="dxa"/>
            <w:shd w:val="clear" w:color="auto" w:fill="auto"/>
          </w:tcPr>
          <w:p w14:paraId="7ED286FC" w14:textId="77777777" w:rsidR="00CD37D1" w:rsidRPr="00670B5A" w:rsidRDefault="00CD37D1" w:rsidP="00FB23AC">
            <w:pPr>
              <w:spacing w:after="120"/>
              <w:jc w:val="right"/>
            </w:pPr>
            <w:bookmarkStart w:id="34" w:name="GruppeSumme"/>
            <w:bookmarkEnd w:id="34"/>
          </w:p>
        </w:tc>
      </w:tr>
      <w:tr w:rsidR="001E19F7" w14:paraId="093A1D1C" w14:textId="77777777" w:rsidTr="0033018E">
        <w:tc>
          <w:tcPr>
            <w:tcW w:w="9180" w:type="dxa"/>
            <w:gridSpan w:val="2"/>
            <w:shd w:val="clear" w:color="auto" w:fill="auto"/>
          </w:tcPr>
          <w:p w14:paraId="01C54D7B" w14:textId="77777777" w:rsidR="001E19F7" w:rsidRDefault="001E19F7" w:rsidP="00FB23AC">
            <w:pPr>
              <w:spacing w:after="120"/>
              <w:jc w:val="right"/>
            </w:pPr>
          </w:p>
        </w:tc>
      </w:tr>
      <w:tr w:rsidR="001E19F7" w14:paraId="3E3EFD37" w14:textId="77777777" w:rsidTr="0033018E">
        <w:tc>
          <w:tcPr>
            <w:tcW w:w="9180" w:type="dxa"/>
            <w:gridSpan w:val="2"/>
            <w:shd w:val="clear" w:color="auto" w:fill="auto"/>
          </w:tcPr>
          <w:p w14:paraId="157B8236" w14:textId="77777777" w:rsidR="001E19F7" w:rsidRPr="00FB23AC" w:rsidRDefault="001E19F7" w:rsidP="00FB23AC">
            <w:pPr>
              <w:spacing w:before="40" w:after="60"/>
              <w:jc w:val="right"/>
              <w:rPr>
                <w:b/>
              </w:rPr>
            </w:pPr>
          </w:p>
        </w:tc>
      </w:tr>
    </w:tbl>
    <w:p w14:paraId="11850D00" w14:textId="77777777" w:rsidR="00DD5425" w:rsidRPr="00DD5425" w:rsidRDefault="00DD5425">
      <w:pPr>
        <w:spacing w:after="120"/>
        <w:rPr>
          <w:sz w:val="2"/>
        </w:rPr>
      </w:pPr>
      <w:r>
        <w:rPr>
          <w:sz w:val="2"/>
        </w:rPr>
        <w:br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489"/>
        <w:gridCol w:w="3685"/>
        <w:gridCol w:w="425"/>
        <w:gridCol w:w="1276"/>
        <w:gridCol w:w="1559"/>
      </w:tblGrid>
      <w:tr w:rsidR="00DD5425" w14:paraId="0802F090" w14:textId="77777777" w:rsidTr="00CF02E4">
        <w:trPr>
          <w:cantSplit/>
        </w:trPr>
        <w:tc>
          <w:tcPr>
            <w:tcW w:w="709" w:type="dxa"/>
          </w:tcPr>
          <w:p w14:paraId="385064E9" w14:textId="77777777" w:rsidR="00DD5425" w:rsidRDefault="00DD5425" w:rsidP="00E55299">
            <w:pPr>
              <w:spacing w:before="40" w:after="60"/>
            </w:pPr>
          </w:p>
        </w:tc>
        <w:tc>
          <w:tcPr>
            <w:tcW w:w="1489" w:type="dxa"/>
          </w:tcPr>
          <w:p w14:paraId="7F3C030D" w14:textId="77777777" w:rsidR="00DD5425" w:rsidRDefault="00DD5425" w:rsidP="00E55299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685" w:type="dxa"/>
          </w:tcPr>
          <w:p w14:paraId="3C4E03B5" w14:textId="77777777" w:rsidR="00DD5425" w:rsidRDefault="00DD5425" w:rsidP="00E55299">
            <w:pPr>
              <w:spacing w:before="40" w:after="60"/>
            </w:pPr>
            <w:r>
              <w:t>Versandkosten</w:t>
            </w:r>
          </w:p>
        </w:tc>
        <w:tc>
          <w:tcPr>
            <w:tcW w:w="425" w:type="dxa"/>
          </w:tcPr>
          <w:p w14:paraId="17F10582" w14:textId="77777777" w:rsidR="00DD5425" w:rsidRDefault="00DD5425" w:rsidP="00E55299">
            <w:pPr>
              <w:spacing w:before="40" w:after="60"/>
              <w:jc w:val="right"/>
            </w:pPr>
            <w:bookmarkStart w:id="35" w:name="UStSatzVersandkostenVC"/>
            <w:bookmarkEnd w:id="35"/>
          </w:p>
        </w:tc>
        <w:tc>
          <w:tcPr>
            <w:tcW w:w="1276" w:type="dxa"/>
          </w:tcPr>
          <w:p w14:paraId="146CFC09" w14:textId="77777777" w:rsidR="00DD5425" w:rsidRDefault="00DD5425" w:rsidP="00E55299">
            <w:pPr>
              <w:spacing w:before="40" w:after="60"/>
              <w:jc w:val="right"/>
            </w:pPr>
          </w:p>
        </w:tc>
        <w:tc>
          <w:tcPr>
            <w:tcW w:w="1559" w:type="dxa"/>
          </w:tcPr>
          <w:p w14:paraId="340D9467" w14:textId="77777777" w:rsidR="00DD5425" w:rsidRDefault="00DD5425" w:rsidP="00E55299">
            <w:pPr>
              <w:spacing w:before="40" w:after="60"/>
              <w:jc w:val="right"/>
            </w:pPr>
            <w:bookmarkStart w:id="36" w:name="Versandkosten"/>
            <w:bookmarkEnd w:id="36"/>
          </w:p>
        </w:tc>
      </w:tr>
    </w:tbl>
    <w:p w14:paraId="73D3802D" w14:textId="77777777" w:rsidR="00C72454" w:rsidRPr="00DD5425" w:rsidRDefault="00C72454">
      <w:pPr>
        <w:spacing w:after="120"/>
        <w:rPr>
          <w:sz w:val="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489"/>
        <w:gridCol w:w="3827"/>
        <w:gridCol w:w="1559"/>
        <w:gridCol w:w="1559"/>
      </w:tblGrid>
      <w:tr w:rsidR="00FF388B" w14:paraId="43A54EA9" w14:textId="77777777" w:rsidTr="00903242">
        <w:trPr>
          <w:cantSplit/>
        </w:trPr>
        <w:tc>
          <w:tcPr>
            <w:tcW w:w="709" w:type="dxa"/>
          </w:tcPr>
          <w:p w14:paraId="13E94393" w14:textId="77777777" w:rsidR="00FF388B" w:rsidRDefault="00FF388B">
            <w:pPr>
              <w:spacing w:before="40" w:after="60"/>
            </w:pPr>
          </w:p>
        </w:tc>
        <w:tc>
          <w:tcPr>
            <w:tcW w:w="1489" w:type="dxa"/>
          </w:tcPr>
          <w:p w14:paraId="76D21060" w14:textId="77777777" w:rsidR="00FF388B" w:rsidRDefault="00FF388B">
            <w:pPr>
              <w:spacing w:before="40" w:after="60"/>
            </w:pPr>
          </w:p>
        </w:tc>
        <w:tc>
          <w:tcPr>
            <w:tcW w:w="3827" w:type="dxa"/>
            <w:tcBorders>
              <w:top w:val="single" w:sz="6" w:space="0" w:color="auto"/>
            </w:tcBorders>
            <w:shd w:val="pct10" w:color="auto" w:fill="auto"/>
          </w:tcPr>
          <w:p w14:paraId="73CB38FE" w14:textId="77777777" w:rsidR="00FF388B" w:rsidRPr="00CB155C" w:rsidRDefault="00FF388B">
            <w:pPr>
              <w:spacing w:before="40" w:after="60"/>
              <w:rPr>
                <w:b/>
              </w:rPr>
            </w:pPr>
            <w:r w:rsidRPr="00CB155C">
              <w:rPr>
                <w:b/>
              </w:rPr>
              <w:t>Summe netto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56566DDF" w14:textId="77777777" w:rsidR="00FF388B" w:rsidRDefault="00FF388B">
            <w:pPr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4CC1D8C1" w14:textId="77777777" w:rsidR="00FF388B" w:rsidRDefault="00FF388B">
            <w:pPr>
              <w:spacing w:before="40" w:after="60"/>
              <w:jc w:val="right"/>
            </w:pPr>
            <w:bookmarkStart w:id="37" w:name="Netto"/>
            <w:bookmarkEnd w:id="37"/>
          </w:p>
        </w:tc>
      </w:tr>
      <w:tr w:rsidR="00FF388B" w14:paraId="4E6A2168" w14:textId="77777777" w:rsidTr="00903242">
        <w:trPr>
          <w:cantSplit/>
        </w:trPr>
        <w:tc>
          <w:tcPr>
            <w:tcW w:w="709" w:type="dxa"/>
          </w:tcPr>
          <w:p w14:paraId="37C78E79" w14:textId="77777777" w:rsidR="00FF388B" w:rsidRDefault="00FF388B">
            <w:pPr>
              <w:spacing w:before="40" w:after="60"/>
            </w:pPr>
            <w:bookmarkStart w:id="38" w:name="UStText"/>
            <w:bookmarkEnd w:id="38"/>
          </w:p>
        </w:tc>
        <w:tc>
          <w:tcPr>
            <w:tcW w:w="1489" w:type="dxa"/>
          </w:tcPr>
          <w:p w14:paraId="7DB19311" w14:textId="77777777" w:rsidR="00FF388B" w:rsidRDefault="00FF388B">
            <w:pPr>
              <w:spacing w:before="40" w:after="60"/>
            </w:pPr>
          </w:p>
        </w:tc>
        <w:tc>
          <w:tcPr>
            <w:tcW w:w="3827" w:type="dxa"/>
          </w:tcPr>
          <w:p w14:paraId="2063EE96" w14:textId="77777777" w:rsidR="00FF388B" w:rsidRPr="00CB155C" w:rsidRDefault="00FF388B">
            <w:pPr>
              <w:spacing w:before="40" w:after="60"/>
              <w:rPr>
                <w:b/>
              </w:rPr>
            </w:pPr>
          </w:p>
        </w:tc>
        <w:tc>
          <w:tcPr>
            <w:tcW w:w="1559" w:type="dxa"/>
          </w:tcPr>
          <w:p w14:paraId="34C4AA43" w14:textId="77777777" w:rsidR="00FF388B" w:rsidRDefault="00FF388B">
            <w:pPr>
              <w:spacing w:before="40" w:after="60"/>
              <w:jc w:val="right"/>
            </w:pPr>
          </w:p>
        </w:tc>
        <w:tc>
          <w:tcPr>
            <w:tcW w:w="1559" w:type="dxa"/>
          </w:tcPr>
          <w:p w14:paraId="77C4A7E6" w14:textId="77777777" w:rsidR="00FF388B" w:rsidRDefault="00FF388B">
            <w:pPr>
              <w:spacing w:before="40" w:after="60"/>
              <w:jc w:val="right"/>
            </w:pPr>
          </w:p>
        </w:tc>
      </w:tr>
      <w:tr w:rsidR="00FF388B" w14:paraId="5828CD51" w14:textId="77777777" w:rsidTr="00903242">
        <w:trPr>
          <w:cantSplit/>
        </w:trPr>
        <w:tc>
          <w:tcPr>
            <w:tcW w:w="709" w:type="dxa"/>
          </w:tcPr>
          <w:p w14:paraId="5890808D" w14:textId="77777777" w:rsidR="00FF388B" w:rsidRDefault="00FF388B">
            <w:pPr>
              <w:spacing w:before="40" w:after="60"/>
            </w:pPr>
          </w:p>
        </w:tc>
        <w:tc>
          <w:tcPr>
            <w:tcW w:w="1489" w:type="dxa"/>
          </w:tcPr>
          <w:p w14:paraId="3AA07F09" w14:textId="77777777" w:rsidR="00FF388B" w:rsidRDefault="00FF388B">
            <w:pPr>
              <w:spacing w:before="40" w:after="60"/>
            </w:pPr>
          </w:p>
        </w:tc>
        <w:tc>
          <w:tcPr>
            <w:tcW w:w="3827" w:type="dxa"/>
            <w:tcBorders>
              <w:top w:val="single" w:sz="6" w:space="0" w:color="auto"/>
            </w:tcBorders>
            <w:shd w:val="pct10" w:color="auto" w:fill="auto"/>
          </w:tcPr>
          <w:p w14:paraId="3A363FA1" w14:textId="77777777" w:rsidR="00FF388B" w:rsidRPr="00CB155C" w:rsidRDefault="00FF388B">
            <w:pPr>
              <w:spacing w:before="40" w:after="60"/>
            </w:pPr>
            <w:r w:rsidRPr="00CB155C">
              <w:rPr>
                <w:b/>
              </w:rPr>
              <w:t>Summe brutto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4E33E8A4" w14:textId="77777777" w:rsidR="00FF388B" w:rsidRDefault="00FF388B">
            <w:pPr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14:paraId="3870BDA9" w14:textId="77777777" w:rsidR="00FF388B" w:rsidRDefault="00FF388B">
            <w:pPr>
              <w:spacing w:before="40" w:after="60"/>
              <w:jc w:val="right"/>
            </w:pPr>
            <w:bookmarkStart w:id="39" w:name="Brutto"/>
            <w:bookmarkEnd w:id="39"/>
          </w:p>
        </w:tc>
      </w:tr>
    </w:tbl>
    <w:p w14:paraId="30597CDC" w14:textId="77777777" w:rsidR="00FF388B" w:rsidRDefault="00273840" w:rsidP="00A64935">
      <w:pPr>
        <w:spacing w:before="120" w:after="120"/>
        <w:rPr>
          <w:sz w:val="16"/>
          <w:szCs w:val="16"/>
        </w:rPr>
      </w:pPr>
      <w:r w:rsidRPr="00273840">
        <w:rPr>
          <w:sz w:val="16"/>
          <w:szCs w:val="16"/>
        </w:rPr>
        <w:t>*</w:t>
      </w:r>
      <w:r>
        <w:rPr>
          <w:sz w:val="16"/>
          <w:szCs w:val="16"/>
        </w:rPr>
        <w:t xml:space="preserve"> </w:t>
      </w:r>
      <w:r w:rsidR="00BD74B2" w:rsidRPr="00BD74B2">
        <w:rPr>
          <w:sz w:val="16"/>
          <w:szCs w:val="16"/>
        </w:rPr>
        <w:t>Die mit * gekennzeichneten Positionen sind Alternativpositionen und sind nicht im Endpreis enthalten.</w:t>
      </w:r>
    </w:p>
    <w:p w14:paraId="7417D4FE" w14:textId="7E9FA5E1" w:rsidR="00CD37D1" w:rsidRPr="00FC4E92" w:rsidRDefault="00FC4E92" w:rsidP="00FC4E92">
      <w:pPr>
        <w:spacing w:before="240"/>
        <w:rPr>
          <w:b/>
        </w:rPr>
      </w:pPr>
      <w:bookmarkStart w:id="40" w:name="ZahlungsbedingungenText"/>
      <w:r w:rsidRPr="00FC4E92">
        <w:rPr>
          <w:b/>
        </w:rPr>
        <w:t>Zahlungsbedingungen:</w:t>
      </w:r>
      <w:bookmarkEnd w:id="40"/>
      <w:r w:rsidRPr="00FC4E92">
        <w:rPr>
          <w:b/>
        </w:rPr>
        <w:t xml:space="preserve"> </w:t>
      </w:r>
      <w:bookmarkStart w:id="41" w:name="Zahlungsbedingungen"/>
      <w:bookmarkEnd w:id="41"/>
    </w:p>
    <w:p w14:paraId="515302A4" w14:textId="77777777" w:rsidR="00776733" w:rsidRDefault="00776733"/>
    <w:p w14:paraId="78993CD8" w14:textId="77777777" w:rsidR="00FF388B" w:rsidRDefault="00FF388B">
      <w:bookmarkStart w:id="42" w:name="TextAnfang"/>
      <w:bookmarkEnd w:id="42"/>
      <w:r>
        <w:t xml:space="preserve">An dieses Angebot halten wir uns bis zum </w:t>
      </w:r>
      <w:bookmarkStart w:id="43" w:name="Bindungsfrist"/>
      <w:bookmarkEnd w:id="43"/>
      <w:r>
        <w:t xml:space="preserve"> gebunden.</w:t>
      </w:r>
    </w:p>
    <w:sectPr w:rsidR="00FF388B" w:rsidSect="0035118B">
      <w:headerReference w:type="default" r:id="rId8"/>
      <w:footerReference w:type="default" r:id="rId9"/>
      <w:footerReference w:type="first" r:id="rId10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F17E6" w14:textId="77777777" w:rsidR="0035118B" w:rsidRDefault="0035118B">
      <w:r>
        <w:separator/>
      </w:r>
    </w:p>
  </w:endnote>
  <w:endnote w:type="continuationSeparator" w:id="0">
    <w:p w14:paraId="3186409A" w14:textId="77777777" w:rsidR="0035118B" w:rsidRDefault="0035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16062" w14:textId="77777777" w:rsidR="00C37ADC" w:rsidRDefault="00C37ADC">
    <w:pPr>
      <w:framePr w:w="130" w:h="153" w:hSpace="142" w:wrap="around" w:vAnchor="page" w:hAnchor="page" w:x="852" w:y="5955" w:anchorLock="1"/>
    </w:pPr>
    <w:r>
      <w:t>–</w:t>
    </w:r>
  </w:p>
  <w:p w14:paraId="155B4242" w14:textId="77777777" w:rsidR="00C37ADC" w:rsidRDefault="00C37ADC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>
      <w:fldChar w:fldCharType="begin"/>
    </w:r>
    <w:r>
      <w:instrText xml:space="preserve"> NUMPAGES</w:instrText>
    </w:r>
    <w:r>
      <w:fldChar w:fldCharType="separate"/>
    </w:r>
    <w:r w:rsidR="0001767B">
      <w:rPr>
        <w:noProof/>
      </w:rPr>
      <w:instrText>2</w:instrText>
    </w:r>
    <w: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01767B">
      <w:rPr>
        <w:rStyle w:val="Seitenzahl"/>
        <w:noProof/>
      </w:rPr>
      <w:instrText>2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 w:rsidR="0001767B">
      <w:rPr>
        <w:noProof/>
      </w:rP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98B1A" w14:textId="77777777" w:rsidR="00C37ADC" w:rsidRDefault="00C37ADC">
    <w:pPr>
      <w:framePr w:w="130" w:h="153" w:hSpace="142" w:wrap="around" w:vAnchor="page" w:hAnchor="page" w:x="852" w:y="5955" w:anchorLock="1"/>
    </w:pPr>
    <w:r>
      <w:t>–</w:t>
    </w:r>
  </w:p>
  <w:p w14:paraId="533A43E7" w14:textId="0CBDE879" w:rsidR="00C37ADC" w:rsidRDefault="00C37ADC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>
      <w:fldChar w:fldCharType="begin"/>
    </w:r>
    <w:r>
      <w:instrText xml:space="preserve"> NUMPAGES</w:instrText>
    </w:r>
    <w:r>
      <w:fldChar w:fldCharType="separate"/>
    </w:r>
    <w:r w:rsidR="003F29F3">
      <w:rPr>
        <w:noProof/>
      </w:rPr>
      <w:instrText>1</w:instrText>
    </w:r>
    <w: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3F29F3">
      <w:rPr>
        <w:rStyle w:val="Seitenzahl"/>
        <w:noProof/>
      </w:rPr>
      <w:instrText>1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 w:rsidR="003F29F3">
      <w:rPr>
        <w:noProof/>
      </w:rP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36DF3" w14:textId="77777777" w:rsidR="0035118B" w:rsidRDefault="0035118B">
      <w:r>
        <w:separator/>
      </w:r>
    </w:p>
  </w:footnote>
  <w:footnote w:type="continuationSeparator" w:id="0">
    <w:p w14:paraId="083AC727" w14:textId="77777777" w:rsidR="0035118B" w:rsidRDefault="00351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4767A" w14:textId="77777777" w:rsidR="00C37ADC" w:rsidRDefault="00C37ADC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01767B">
      <w:rPr>
        <w:rStyle w:val="Seitenzahl"/>
        <w:noProof/>
      </w:rPr>
      <w:t>2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C741D"/>
    <w:multiLevelType w:val="hybridMultilevel"/>
    <w:tmpl w:val="42701B6C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80029"/>
    <w:multiLevelType w:val="hybridMultilevel"/>
    <w:tmpl w:val="183C3B46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75351">
    <w:abstractNumId w:val="1"/>
  </w:num>
  <w:num w:numId="2" w16cid:durableId="271329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nrede" w:val="AnredePerson()"/>
    <w:docVar w:name="Anschrift" w:val="RechnungsAnschriftPerson()"/>
    <w:docVar w:name="Anschriftstyp" w:val="2"/>
    <w:docVar w:name="Anz" w:val="Verkaufschancenpositionen-&gt;Anzahl"/>
    <w:docVar w:name="ArtikelgruppenName" w:val="Verkaufschancenpositionen-&gt;Gruppierung"/>
    <w:docVar w:name="Beschreibung" w:val="Verkaufschancenpositionen-&gt;Artikel &amp; Iif(Verkaufschancenpositionen-&gt;Alternativposition, &quot;*&quot;, &quot;&quot;) &amp; Iif(Len(Verkaufschancenpositionen-&gt;Beschreibung) &gt; 0, Chr(10) &amp; Verkaufschancenpositionen-&gt;Beschreibung, &quot;&quot;)"/>
    <w:docVar w:name="Bindungsfrist" w:val="Vorgaenge-&gt;EndDatum "/>
    <w:docVar w:name="Einheit" w:val="Verkaufschancenpositionen-&gt;Einheit"/>
    <w:docVar w:name="Einzelpreis" w:val="FormatBetragWaehrung(VerkaufschancenpositionEinzelP())"/>
    <w:docVar w:name="Gesamtpreis" w:val="FormatBetragWaehrung(VerkaufschancenpositionNetto()) &amp; Iif(Verkaufschancenpositionen-&gt;Alternativposition, &quot;*&quot;, &quot;&quot;)"/>
    <w:docVar w:name="GroupTable" w:val="VBA_WordMacros.FillGroupedTable"/>
    <w:docVar w:name="GroupTable_GroupExpression" w:val="Verkaufschancenpositionen-&gt;Gruppierung"/>
    <w:docVar w:name="GroupTable_HideTotalSumRow" w:val="True"/>
    <w:docVar w:name="GroupTable_IgnoreInSum" w:val="Verkaufschancenpositionen-&gt;Alternativposition"/>
    <w:docVar w:name="GroupTable_TableName" w:val="Verkaufschancenpositionen"/>
    <w:docVar w:name="GruppenListePreis" w:val="FormatBetragWaehrung(&lt;sum&gt;Iif(Verkaufschancenpositionen-&gt;Alternativposition, 0, VerkaufschancenpositionNetto())&lt;/sum&gt;)"/>
    <w:docVar w:name="Gruppentitel" w:val="Verkaufschancenpositionen-&gt;Gruppierung"/>
    <w:docVar w:name="GruppeSumme" w:val="FormatBetragWaehrung(&lt;sum&gt;Iif(Verkaufschancenpositionen-&gt;Alternativposition, 0, VerkaufschancenpositionNetto())&lt;/sum&gt;)"/>
    <w:docVar w:name="Lieferart" w:val="Vorgaenge-&gt;Lieferart "/>
    <w:docVar w:name="Listenpreis" w:val="Iif(VerkaufschancenpositionEinzelP() &lt;&gt; Verkaufschancenpositionen-&gt;Nettopreis, Chr(10) &amp; &quot;Listenpreis: &quot; &amp; FormatBetragWaehrung(Verkaufschancenpositionen-&gt;Nettopreis), &quot;&quot;)"/>
    <w:docVar w:name="Position" w:val="Verkaufschancenpositionen-&gt;Positionsnummer "/>
    <w:docVar w:name="SumTable" w:val="VBA_WordMacros.FillGroupedTable"/>
    <w:docVar w:name="SumTable_GroupExpression" w:val="Verkaufschancenpositionen-&gt;Gruppierung"/>
    <w:docVar w:name="SumTable_HeaderRowAfterGroupHeader" w:val="False"/>
    <w:docVar w:name="SumTable_HideAllPartingRows" w:val="True"/>
    <w:docVar w:name="SumTable_HideDataRows" w:val="True"/>
    <w:docVar w:name="SumTable_HideGroupHeaderRow" w:val="True"/>
    <w:docVar w:name="SumTable_HideHeaderRow" w:val="False"/>
    <w:docVar w:name="SumTable_HideTableForSingleGroup" w:val="True"/>
    <w:docVar w:name="SumTable_HideTotalSumRow" w:val="True"/>
    <w:docVar w:name="SumTable_IgnoreInSum" w:val="Verkaufschancenpositionen-&gt;Alternativposition"/>
    <w:docVar w:name="SumTable_PartingRowAfterGroupHeader" w:val="False"/>
    <w:docVar w:name="SumTable_PartingRowBeforeTotalSum" w:val="False"/>
    <w:docVar w:name="SumTable_TableName" w:val="Verkaufschancenpositionen"/>
    <w:docVar w:name="TableName" w:val="Angebotspositionen"/>
    <w:docVar w:name="Telefax" w:val="TelefaxPerson()"/>
    <w:docVar w:name="UStSatz" w:val="UStSatzVerkaufschancenposition()"/>
    <w:docVar w:name="Versandkosten" w:val="FormatBetragWaehrung(Vorgaenge-&gt;Versandkosten)"/>
    <w:docVar w:name="VorlagenTyp" w:val="Angebot"/>
    <w:docVar w:name="z_Dialog" w:val="VBA_WordMacros.LetterDialog"/>
    <w:docVar w:name="z_TableOrgTableName" w:val="Verkaufschancenpositionen"/>
    <w:docVar w:name="Zahlungsbedingungen" w:val="Adressen-&gt;ZahlungsbedingungText "/>
    <w:docVar w:name="Zahlungsweise" w:val="Vorgaenge-&gt;Zahlungsweise "/>
    <w:docVar w:name="Zweitwährung" w:val="&quot;0,00 DM&quot;"/>
    <w:docVar w:name="zz_Invoice" w:val="VBA_WordMacros.AddSumsOffer"/>
  </w:docVars>
  <w:rsids>
    <w:rsidRoot w:val="00EB4807"/>
    <w:rsid w:val="0001111B"/>
    <w:rsid w:val="0001636F"/>
    <w:rsid w:val="0001767B"/>
    <w:rsid w:val="0001781D"/>
    <w:rsid w:val="0002192C"/>
    <w:rsid w:val="00047A77"/>
    <w:rsid w:val="000544D7"/>
    <w:rsid w:val="0008067B"/>
    <w:rsid w:val="00080D04"/>
    <w:rsid w:val="00087FE4"/>
    <w:rsid w:val="000A1039"/>
    <w:rsid w:val="000C243C"/>
    <w:rsid w:val="000C5646"/>
    <w:rsid w:val="000D47CF"/>
    <w:rsid w:val="000D645C"/>
    <w:rsid w:val="000E54B4"/>
    <w:rsid w:val="00140B95"/>
    <w:rsid w:val="0014592E"/>
    <w:rsid w:val="00154D35"/>
    <w:rsid w:val="00165A80"/>
    <w:rsid w:val="00182469"/>
    <w:rsid w:val="001D204D"/>
    <w:rsid w:val="001E19F7"/>
    <w:rsid w:val="00225F6E"/>
    <w:rsid w:val="002446BE"/>
    <w:rsid w:val="00273840"/>
    <w:rsid w:val="00297C8B"/>
    <w:rsid w:val="002A7E1F"/>
    <w:rsid w:val="002B05ED"/>
    <w:rsid w:val="00325A23"/>
    <w:rsid w:val="00326080"/>
    <w:rsid w:val="0033018E"/>
    <w:rsid w:val="0035118B"/>
    <w:rsid w:val="00353C66"/>
    <w:rsid w:val="003743A1"/>
    <w:rsid w:val="00376ED8"/>
    <w:rsid w:val="00391E5B"/>
    <w:rsid w:val="003C24A8"/>
    <w:rsid w:val="003E644C"/>
    <w:rsid w:val="003F29F3"/>
    <w:rsid w:val="003F702D"/>
    <w:rsid w:val="004068A1"/>
    <w:rsid w:val="00460D5B"/>
    <w:rsid w:val="004732BD"/>
    <w:rsid w:val="0049351C"/>
    <w:rsid w:val="004B60B1"/>
    <w:rsid w:val="004C379B"/>
    <w:rsid w:val="004E17CE"/>
    <w:rsid w:val="004F3DE0"/>
    <w:rsid w:val="00512A4B"/>
    <w:rsid w:val="005261EE"/>
    <w:rsid w:val="005473A6"/>
    <w:rsid w:val="005A66E7"/>
    <w:rsid w:val="005B3208"/>
    <w:rsid w:val="005D0F73"/>
    <w:rsid w:val="005E1C4F"/>
    <w:rsid w:val="005E3613"/>
    <w:rsid w:val="005F3754"/>
    <w:rsid w:val="005F5349"/>
    <w:rsid w:val="00626EBE"/>
    <w:rsid w:val="00654D7A"/>
    <w:rsid w:val="0066587D"/>
    <w:rsid w:val="00667E61"/>
    <w:rsid w:val="00670B5A"/>
    <w:rsid w:val="00694357"/>
    <w:rsid w:val="00695429"/>
    <w:rsid w:val="006C3766"/>
    <w:rsid w:val="006E5676"/>
    <w:rsid w:val="0073437D"/>
    <w:rsid w:val="007515F5"/>
    <w:rsid w:val="007702FE"/>
    <w:rsid w:val="00776733"/>
    <w:rsid w:val="00776956"/>
    <w:rsid w:val="00777FF2"/>
    <w:rsid w:val="0078042F"/>
    <w:rsid w:val="00790FA2"/>
    <w:rsid w:val="007A4F88"/>
    <w:rsid w:val="007A7723"/>
    <w:rsid w:val="007D4C8C"/>
    <w:rsid w:val="00811C10"/>
    <w:rsid w:val="00826F26"/>
    <w:rsid w:val="008429A3"/>
    <w:rsid w:val="00843ABF"/>
    <w:rsid w:val="00866038"/>
    <w:rsid w:val="00873BF8"/>
    <w:rsid w:val="00903242"/>
    <w:rsid w:val="009107FE"/>
    <w:rsid w:val="009141B7"/>
    <w:rsid w:val="009332B1"/>
    <w:rsid w:val="00933A09"/>
    <w:rsid w:val="0094210F"/>
    <w:rsid w:val="00952842"/>
    <w:rsid w:val="0095754A"/>
    <w:rsid w:val="009841C1"/>
    <w:rsid w:val="009B4193"/>
    <w:rsid w:val="009B5CE0"/>
    <w:rsid w:val="009C1B8E"/>
    <w:rsid w:val="009D004D"/>
    <w:rsid w:val="009D7754"/>
    <w:rsid w:val="009E7E3E"/>
    <w:rsid w:val="00A07A27"/>
    <w:rsid w:val="00A14850"/>
    <w:rsid w:val="00A359FC"/>
    <w:rsid w:val="00A35F1B"/>
    <w:rsid w:val="00A37D2C"/>
    <w:rsid w:val="00A54EE2"/>
    <w:rsid w:val="00A55DFF"/>
    <w:rsid w:val="00A62880"/>
    <w:rsid w:val="00A64935"/>
    <w:rsid w:val="00A811D9"/>
    <w:rsid w:val="00A95461"/>
    <w:rsid w:val="00AC2C75"/>
    <w:rsid w:val="00B03C5D"/>
    <w:rsid w:val="00B137F7"/>
    <w:rsid w:val="00B51216"/>
    <w:rsid w:val="00B60391"/>
    <w:rsid w:val="00B66DAA"/>
    <w:rsid w:val="00B86F25"/>
    <w:rsid w:val="00BA5932"/>
    <w:rsid w:val="00BD74B2"/>
    <w:rsid w:val="00BF6B11"/>
    <w:rsid w:val="00C36E80"/>
    <w:rsid w:val="00C37ADC"/>
    <w:rsid w:val="00C45FB6"/>
    <w:rsid w:val="00C72454"/>
    <w:rsid w:val="00CB155C"/>
    <w:rsid w:val="00CD2443"/>
    <w:rsid w:val="00CD37D1"/>
    <w:rsid w:val="00CF02E4"/>
    <w:rsid w:val="00D078AA"/>
    <w:rsid w:val="00D16EB4"/>
    <w:rsid w:val="00D659BA"/>
    <w:rsid w:val="00D855C0"/>
    <w:rsid w:val="00DB62E7"/>
    <w:rsid w:val="00DD5425"/>
    <w:rsid w:val="00DE7D64"/>
    <w:rsid w:val="00DF6F1B"/>
    <w:rsid w:val="00E02D52"/>
    <w:rsid w:val="00E02E01"/>
    <w:rsid w:val="00E14831"/>
    <w:rsid w:val="00E1720C"/>
    <w:rsid w:val="00E55299"/>
    <w:rsid w:val="00E60928"/>
    <w:rsid w:val="00E6659D"/>
    <w:rsid w:val="00E66B28"/>
    <w:rsid w:val="00E71B00"/>
    <w:rsid w:val="00EA1B9D"/>
    <w:rsid w:val="00EA1E39"/>
    <w:rsid w:val="00EB3A04"/>
    <w:rsid w:val="00EB4807"/>
    <w:rsid w:val="00EC48E3"/>
    <w:rsid w:val="00EE18B1"/>
    <w:rsid w:val="00EE7239"/>
    <w:rsid w:val="00F4241B"/>
    <w:rsid w:val="00F62946"/>
    <w:rsid w:val="00F654F1"/>
    <w:rsid w:val="00F74772"/>
    <w:rsid w:val="00F85C43"/>
    <w:rsid w:val="00FB23AC"/>
    <w:rsid w:val="00FB491C"/>
    <w:rsid w:val="00FB535C"/>
    <w:rsid w:val="00FC1A7C"/>
    <w:rsid w:val="00FC4285"/>
    <w:rsid w:val="00FC4E92"/>
    <w:rsid w:val="00FD0C9C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F9FF9"/>
  <w15:chartTrackingRefBased/>
  <w15:docId w15:val="{E5E5CDF7-884F-4B01-AA81-BB764E3D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Beschriftung">
    <w:name w:val="caption"/>
    <w:basedOn w:val="Standard"/>
    <w:next w:val="Standard"/>
    <w:qFormat/>
    <w:pPr>
      <w:tabs>
        <w:tab w:val="left" w:pos="1701"/>
      </w:tabs>
      <w:spacing w:before="60" w:after="240"/>
    </w:pPr>
    <w:rPr>
      <w:b/>
    </w:rPr>
  </w:style>
  <w:style w:type="table" w:styleId="Tabellenraster">
    <w:name w:val="Table Grid"/>
    <w:basedOn w:val="NormaleTabelle"/>
    <w:rsid w:val="00842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83570-27DD-4BCF-B985-C6E007E9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412</Characters>
  <Application>Microsoft Office Word</Application>
  <DocSecurity>0</DocSecurity>
  <Lines>45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orgAnice Software GmbH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subject>orgAnice Pi</dc:subject>
  <dc:creator>orgAnice Software GmbH</dc:creator>
  <cp:keywords/>
  <cp:lastModifiedBy>Matthias Kozlowski</cp:lastModifiedBy>
  <cp:revision>6</cp:revision>
  <dcterms:created xsi:type="dcterms:W3CDTF">2015-03-03T10:34:00Z</dcterms:created>
  <dcterms:modified xsi:type="dcterms:W3CDTF">2024-04-11T15:41:00Z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