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29750" w14:textId="7820DBE6" w:rsidR="006C0E8E" w:rsidRDefault="005028DB" w:rsidP="005028DB">
      <w:pPr>
        <w:pStyle w:val="Titel"/>
      </w:pPr>
      <w:r w:rsidRPr="005028DB">
        <w:t>Ein</w:t>
      </w:r>
      <w:r w:rsidR="00BF6ADC">
        <w:t>willigungser</w:t>
      </w:r>
      <w:r w:rsidRPr="005028DB">
        <w:t xml:space="preserve">klärung nach </w:t>
      </w:r>
      <w:r w:rsidR="00BF6ADC">
        <w:t xml:space="preserve">Art. 7 </w:t>
      </w:r>
      <w:r w:rsidRPr="005028DB">
        <w:t>DSGVO</w:t>
      </w:r>
    </w:p>
    <w:p w14:paraId="19D26E24" w14:textId="38D829AE" w:rsidR="005028DB" w:rsidRDefault="005028DB" w:rsidP="005028DB"/>
    <w:p w14:paraId="3938AB89" w14:textId="53A03BEF" w:rsidR="005028DB" w:rsidRDefault="005028DB" w:rsidP="00564074">
      <w:pPr>
        <w:spacing w:after="0"/>
      </w:pPr>
      <w:r>
        <w:t>Ich stimme zu, dass meine persönlichen Daten, nämlich</w:t>
      </w:r>
      <w:r w:rsidR="00564074">
        <w:t>:</w:t>
      </w:r>
    </w:p>
    <w:tbl>
      <w:tblPr>
        <w:tblStyle w:val="Tabellenraster"/>
        <w:tblW w:w="0" w:type="auto"/>
        <w:tblLook w:val="04A0" w:firstRow="1" w:lastRow="0" w:firstColumn="1" w:lastColumn="0" w:noHBand="0" w:noVBand="1"/>
      </w:tblPr>
      <w:tblGrid>
        <w:gridCol w:w="2689"/>
        <w:gridCol w:w="6373"/>
      </w:tblGrid>
      <w:tr w:rsidR="00404710" w:rsidRPr="00BB5E66" w14:paraId="4F6FFA1C" w14:textId="77777777" w:rsidTr="00BF69D2">
        <w:tc>
          <w:tcPr>
            <w:tcW w:w="9062" w:type="dxa"/>
            <w:gridSpan w:val="2"/>
            <w:tcBorders>
              <w:top w:val="nil"/>
              <w:left w:val="nil"/>
              <w:bottom w:val="single" w:sz="4" w:space="0" w:color="auto"/>
              <w:right w:val="nil"/>
            </w:tcBorders>
          </w:tcPr>
          <w:p w14:paraId="2DD7EB70" w14:textId="06D0F4DB" w:rsidR="00404710" w:rsidRPr="00BB5E66" w:rsidRDefault="00404710" w:rsidP="00404710">
            <w:pPr>
              <w:pStyle w:val="berschrift1"/>
              <w:outlineLvl w:val="0"/>
            </w:pPr>
            <w:r>
              <w:t>Allgemein</w:t>
            </w:r>
          </w:p>
        </w:tc>
      </w:tr>
      <w:tr w:rsidR="00BB5E66" w:rsidRPr="00BB5E66" w14:paraId="66AA3F03" w14:textId="77777777" w:rsidTr="00BF69D2">
        <w:tc>
          <w:tcPr>
            <w:tcW w:w="2689" w:type="dxa"/>
            <w:tcBorders>
              <w:top w:val="single" w:sz="4" w:space="0" w:color="auto"/>
            </w:tcBorders>
          </w:tcPr>
          <w:p w14:paraId="727AAF96" w14:textId="39ADF62C" w:rsidR="00BB5E66" w:rsidRPr="00BB5E66" w:rsidRDefault="00BB5E66" w:rsidP="00BF69D2">
            <w:pPr>
              <w:jc w:val="right"/>
            </w:pPr>
            <w:r w:rsidRPr="00BB5E66">
              <w:t>Titel:</w:t>
            </w:r>
          </w:p>
        </w:tc>
        <w:tc>
          <w:tcPr>
            <w:tcW w:w="6373" w:type="dxa"/>
            <w:tcBorders>
              <w:top w:val="single" w:sz="4" w:space="0" w:color="auto"/>
            </w:tcBorders>
          </w:tcPr>
          <w:p w14:paraId="3D8D094A" w14:textId="1AA15105" w:rsidR="00BB5E66" w:rsidRPr="003B67D6" w:rsidRDefault="00BB5E66" w:rsidP="00272BE2">
            <w:pPr>
              <w:rPr>
                <w:b/>
              </w:rPr>
            </w:pPr>
            <w:bookmarkStart w:id="0" w:name="Titel"/>
            <w:bookmarkEnd w:id="0"/>
          </w:p>
        </w:tc>
      </w:tr>
      <w:tr w:rsidR="00BB5E66" w:rsidRPr="00BB5E66" w14:paraId="37449A92" w14:textId="77777777" w:rsidTr="00B200A9">
        <w:tc>
          <w:tcPr>
            <w:tcW w:w="2689" w:type="dxa"/>
          </w:tcPr>
          <w:p w14:paraId="3EFB5673" w14:textId="72DC40AC" w:rsidR="00BB5E66" w:rsidRPr="00BB5E66" w:rsidRDefault="00BB5E66" w:rsidP="00BF69D2">
            <w:pPr>
              <w:jc w:val="right"/>
            </w:pPr>
            <w:r w:rsidRPr="00BB5E66">
              <w:t>Vorname:</w:t>
            </w:r>
          </w:p>
        </w:tc>
        <w:tc>
          <w:tcPr>
            <w:tcW w:w="6373" w:type="dxa"/>
          </w:tcPr>
          <w:p w14:paraId="2C403BD8" w14:textId="72A9B045" w:rsidR="00BB5E66" w:rsidRPr="003B67D6" w:rsidRDefault="00BB5E66" w:rsidP="00272BE2">
            <w:pPr>
              <w:rPr>
                <w:b/>
              </w:rPr>
            </w:pPr>
            <w:bookmarkStart w:id="1" w:name="Vorname"/>
            <w:bookmarkEnd w:id="1"/>
          </w:p>
        </w:tc>
      </w:tr>
      <w:tr w:rsidR="00BB5E66" w:rsidRPr="00BB5E66" w14:paraId="0E6FEB7E" w14:textId="77777777" w:rsidTr="00B200A9">
        <w:tc>
          <w:tcPr>
            <w:tcW w:w="2689" w:type="dxa"/>
          </w:tcPr>
          <w:p w14:paraId="17BCC94E" w14:textId="343FF2A7" w:rsidR="00BB5E66" w:rsidRPr="00BB5E66" w:rsidRDefault="00BB5E66" w:rsidP="00BF69D2">
            <w:pPr>
              <w:jc w:val="right"/>
            </w:pPr>
            <w:r w:rsidRPr="00BB5E66">
              <w:t>Name:</w:t>
            </w:r>
          </w:p>
        </w:tc>
        <w:tc>
          <w:tcPr>
            <w:tcW w:w="6373" w:type="dxa"/>
          </w:tcPr>
          <w:p w14:paraId="5DEAA95B" w14:textId="72153FDD" w:rsidR="00BB5E66" w:rsidRPr="003B67D6" w:rsidRDefault="00BB5E66" w:rsidP="00272BE2">
            <w:pPr>
              <w:rPr>
                <w:b/>
              </w:rPr>
            </w:pPr>
            <w:bookmarkStart w:id="2" w:name="Name"/>
            <w:bookmarkEnd w:id="2"/>
          </w:p>
        </w:tc>
      </w:tr>
      <w:tr w:rsidR="00D66B02" w:rsidRPr="00BB5E66" w14:paraId="50C02309" w14:textId="77777777" w:rsidTr="00B200A9">
        <w:tc>
          <w:tcPr>
            <w:tcW w:w="2689" w:type="dxa"/>
          </w:tcPr>
          <w:p w14:paraId="14FEB998" w14:textId="7170350C" w:rsidR="00D66B02" w:rsidRPr="00BB5E66" w:rsidRDefault="00C32C46" w:rsidP="00BF69D2">
            <w:pPr>
              <w:jc w:val="right"/>
            </w:pPr>
            <w:r>
              <w:t>Unternehmen</w:t>
            </w:r>
            <w:r w:rsidR="00D66B02">
              <w:t>:</w:t>
            </w:r>
          </w:p>
        </w:tc>
        <w:tc>
          <w:tcPr>
            <w:tcW w:w="6373" w:type="dxa"/>
          </w:tcPr>
          <w:p w14:paraId="0B22CA86" w14:textId="77777777" w:rsidR="00D66B02" w:rsidRPr="003B67D6" w:rsidRDefault="00D66B02" w:rsidP="00272BE2">
            <w:pPr>
              <w:rPr>
                <w:b/>
              </w:rPr>
            </w:pPr>
            <w:bookmarkStart w:id="3" w:name="PostAnschrift"/>
            <w:bookmarkEnd w:id="3"/>
          </w:p>
        </w:tc>
      </w:tr>
      <w:tr w:rsidR="00BB5E66" w:rsidRPr="00BB5E66" w14:paraId="7142AA76" w14:textId="77777777" w:rsidTr="00B200A9">
        <w:tc>
          <w:tcPr>
            <w:tcW w:w="2689" w:type="dxa"/>
          </w:tcPr>
          <w:p w14:paraId="1038789F" w14:textId="12348DE5" w:rsidR="00BB5E66" w:rsidRPr="00BB5E66" w:rsidRDefault="00BB5E66" w:rsidP="00BF69D2">
            <w:pPr>
              <w:jc w:val="right"/>
            </w:pPr>
            <w:r w:rsidRPr="00BB5E66">
              <w:t>Abteilung:</w:t>
            </w:r>
          </w:p>
        </w:tc>
        <w:tc>
          <w:tcPr>
            <w:tcW w:w="6373" w:type="dxa"/>
          </w:tcPr>
          <w:p w14:paraId="76A9F5AB" w14:textId="53DE4CC9" w:rsidR="00BB5E66" w:rsidRPr="003B67D6" w:rsidRDefault="00BB5E66" w:rsidP="00272BE2">
            <w:pPr>
              <w:rPr>
                <w:b/>
              </w:rPr>
            </w:pPr>
            <w:bookmarkStart w:id="4" w:name="Abteilung"/>
            <w:bookmarkEnd w:id="4"/>
          </w:p>
        </w:tc>
      </w:tr>
      <w:tr w:rsidR="00BB5E66" w:rsidRPr="00BB5E66" w14:paraId="7DBDD4A5" w14:textId="77777777" w:rsidTr="00B200A9">
        <w:tc>
          <w:tcPr>
            <w:tcW w:w="2689" w:type="dxa"/>
          </w:tcPr>
          <w:p w14:paraId="57E8DD9E" w14:textId="66381CFD" w:rsidR="00BB5E66" w:rsidRPr="00BB5E66" w:rsidRDefault="00BB5E66" w:rsidP="00BF69D2">
            <w:pPr>
              <w:jc w:val="right"/>
            </w:pPr>
            <w:r w:rsidRPr="00BB5E66">
              <w:t>Funktion:</w:t>
            </w:r>
          </w:p>
        </w:tc>
        <w:tc>
          <w:tcPr>
            <w:tcW w:w="6373" w:type="dxa"/>
          </w:tcPr>
          <w:p w14:paraId="25926F20" w14:textId="141AE10B" w:rsidR="00BB5E66" w:rsidRPr="003B67D6" w:rsidRDefault="00BB5E66" w:rsidP="00272BE2">
            <w:pPr>
              <w:rPr>
                <w:b/>
              </w:rPr>
            </w:pPr>
            <w:bookmarkStart w:id="5" w:name="Funktion"/>
            <w:bookmarkEnd w:id="5"/>
          </w:p>
        </w:tc>
      </w:tr>
      <w:tr w:rsidR="00BB5E66" w:rsidRPr="00BB5E66" w14:paraId="1CBBC593" w14:textId="77777777" w:rsidTr="00B200A9">
        <w:tc>
          <w:tcPr>
            <w:tcW w:w="2689" w:type="dxa"/>
          </w:tcPr>
          <w:p w14:paraId="372CE84A" w14:textId="4F82B757" w:rsidR="00BB5E66" w:rsidRPr="00BB5E66" w:rsidRDefault="007D4971" w:rsidP="00BF69D2">
            <w:pPr>
              <w:jc w:val="right"/>
            </w:pPr>
            <w:r w:rsidRPr="00BB5E66">
              <w:t>Geburtsdatum:</w:t>
            </w:r>
          </w:p>
        </w:tc>
        <w:tc>
          <w:tcPr>
            <w:tcW w:w="6373" w:type="dxa"/>
          </w:tcPr>
          <w:p w14:paraId="7693BCB8" w14:textId="07D9F46D" w:rsidR="00BB5E66" w:rsidRPr="003B67D6" w:rsidRDefault="00BB5E66" w:rsidP="00272BE2">
            <w:pPr>
              <w:rPr>
                <w:b/>
              </w:rPr>
            </w:pPr>
            <w:bookmarkStart w:id="6" w:name="Geburtsdatum"/>
            <w:bookmarkStart w:id="7" w:name="_GoBack"/>
            <w:bookmarkEnd w:id="6"/>
            <w:bookmarkEnd w:id="7"/>
          </w:p>
        </w:tc>
      </w:tr>
      <w:tr w:rsidR="00723929" w:rsidRPr="00BB5E66" w14:paraId="56B7F228" w14:textId="77777777" w:rsidTr="00BF69D2">
        <w:tc>
          <w:tcPr>
            <w:tcW w:w="2689" w:type="dxa"/>
            <w:tcBorders>
              <w:bottom w:val="single" w:sz="4" w:space="0" w:color="auto"/>
            </w:tcBorders>
          </w:tcPr>
          <w:p w14:paraId="57E0C71A" w14:textId="77777777" w:rsidR="00723929" w:rsidRPr="00BB5E66" w:rsidRDefault="00723929" w:rsidP="00BF69D2">
            <w:pPr>
              <w:jc w:val="right"/>
            </w:pPr>
            <w:r w:rsidRPr="00BB5E66">
              <w:t>Sprache:</w:t>
            </w:r>
          </w:p>
        </w:tc>
        <w:tc>
          <w:tcPr>
            <w:tcW w:w="6373" w:type="dxa"/>
            <w:tcBorders>
              <w:bottom w:val="single" w:sz="4" w:space="0" w:color="auto"/>
            </w:tcBorders>
          </w:tcPr>
          <w:p w14:paraId="65430231" w14:textId="77777777" w:rsidR="00723929" w:rsidRPr="003B67D6" w:rsidRDefault="00723929" w:rsidP="008C1A56">
            <w:pPr>
              <w:rPr>
                <w:b/>
              </w:rPr>
            </w:pPr>
            <w:bookmarkStart w:id="8" w:name="Sprache"/>
            <w:bookmarkEnd w:id="8"/>
          </w:p>
        </w:tc>
      </w:tr>
      <w:tr w:rsidR="00D66B02" w:rsidRPr="00BB5E66" w14:paraId="674ED9C7" w14:textId="77777777" w:rsidTr="00BF69D2">
        <w:tc>
          <w:tcPr>
            <w:tcW w:w="2689" w:type="dxa"/>
            <w:tcBorders>
              <w:bottom w:val="single" w:sz="4" w:space="0" w:color="auto"/>
            </w:tcBorders>
          </w:tcPr>
          <w:p w14:paraId="208C51C8" w14:textId="33858412" w:rsidR="00D66B02" w:rsidRPr="00BB5E66" w:rsidRDefault="00D66B02" w:rsidP="00BF69D2">
            <w:pPr>
              <w:jc w:val="right"/>
            </w:pPr>
            <w:r>
              <w:t>Anrede:</w:t>
            </w:r>
          </w:p>
        </w:tc>
        <w:tc>
          <w:tcPr>
            <w:tcW w:w="6373" w:type="dxa"/>
            <w:tcBorders>
              <w:bottom w:val="single" w:sz="4" w:space="0" w:color="auto"/>
            </w:tcBorders>
          </w:tcPr>
          <w:p w14:paraId="422A2EB6" w14:textId="77777777" w:rsidR="00D66B02" w:rsidRPr="003B67D6" w:rsidRDefault="00D66B02" w:rsidP="008C1A56">
            <w:pPr>
              <w:rPr>
                <w:b/>
              </w:rPr>
            </w:pPr>
            <w:bookmarkStart w:id="9" w:name="AnredePerson"/>
            <w:bookmarkEnd w:id="9"/>
          </w:p>
        </w:tc>
      </w:tr>
      <w:tr w:rsidR="00404710" w:rsidRPr="003B67D6" w14:paraId="7AD779F1" w14:textId="77777777" w:rsidTr="00BF69D2">
        <w:tc>
          <w:tcPr>
            <w:tcW w:w="9062" w:type="dxa"/>
            <w:gridSpan w:val="2"/>
            <w:tcBorders>
              <w:left w:val="nil"/>
              <w:right w:val="nil"/>
            </w:tcBorders>
          </w:tcPr>
          <w:p w14:paraId="4CCD4B88" w14:textId="2C9B2FCE" w:rsidR="00404710" w:rsidRPr="003B67D6" w:rsidRDefault="00404710" w:rsidP="00404710">
            <w:pPr>
              <w:pStyle w:val="berschrift1"/>
              <w:outlineLvl w:val="0"/>
            </w:pPr>
            <w:r w:rsidRPr="003B67D6">
              <w:t>Geschäftliche Kommunikationsdaten</w:t>
            </w:r>
          </w:p>
        </w:tc>
      </w:tr>
      <w:tr w:rsidR="00BB5E66" w:rsidRPr="00BB5E66" w14:paraId="4974C657" w14:textId="77777777" w:rsidTr="00B200A9">
        <w:tc>
          <w:tcPr>
            <w:tcW w:w="2689" w:type="dxa"/>
          </w:tcPr>
          <w:p w14:paraId="123000F1" w14:textId="203573F8" w:rsidR="00BB5E66" w:rsidRPr="00BB5E66" w:rsidRDefault="007D4971" w:rsidP="00BF69D2">
            <w:pPr>
              <w:jc w:val="right"/>
            </w:pPr>
            <w:r w:rsidRPr="00BB5E66">
              <w:t>Telefonnummer:</w:t>
            </w:r>
          </w:p>
        </w:tc>
        <w:tc>
          <w:tcPr>
            <w:tcW w:w="6373" w:type="dxa"/>
          </w:tcPr>
          <w:p w14:paraId="6A974D13" w14:textId="497160C0" w:rsidR="00BB5E66" w:rsidRPr="003B67D6" w:rsidRDefault="00BB5E66" w:rsidP="00272BE2">
            <w:pPr>
              <w:rPr>
                <w:b/>
              </w:rPr>
            </w:pPr>
            <w:bookmarkStart w:id="10" w:name="TelefonPerson"/>
            <w:bookmarkEnd w:id="10"/>
          </w:p>
        </w:tc>
      </w:tr>
      <w:tr w:rsidR="00BB5E66" w:rsidRPr="00BB5E66" w14:paraId="69A1823D" w14:textId="77777777" w:rsidTr="00B200A9">
        <w:tc>
          <w:tcPr>
            <w:tcW w:w="2689" w:type="dxa"/>
          </w:tcPr>
          <w:p w14:paraId="74AA9241" w14:textId="678D7FC9" w:rsidR="00BB5E66" w:rsidRPr="00BB5E66" w:rsidRDefault="007D4971" w:rsidP="00BF69D2">
            <w:pPr>
              <w:jc w:val="right"/>
            </w:pPr>
            <w:r w:rsidRPr="00BB5E66">
              <w:t>Mobiltelefonnummer:</w:t>
            </w:r>
          </w:p>
        </w:tc>
        <w:tc>
          <w:tcPr>
            <w:tcW w:w="6373" w:type="dxa"/>
          </w:tcPr>
          <w:p w14:paraId="1FE9DBC9" w14:textId="72F4C76D" w:rsidR="00BB5E66" w:rsidRPr="003B67D6" w:rsidRDefault="00BB5E66" w:rsidP="00272BE2">
            <w:pPr>
              <w:rPr>
                <w:b/>
              </w:rPr>
            </w:pPr>
            <w:bookmarkStart w:id="11" w:name="TelefonMobilPerson"/>
            <w:bookmarkEnd w:id="11"/>
          </w:p>
        </w:tc>
      </w:tr>
      <w:tr w:rsidR="00BB5E66" w:rsidRPr="00BB5E66" w14:paraId="61789ECF" w14:textId="77777777" w:rsidTr="00B200A9">
        <w:tc>
          <w:tcPr>
            <w:tcW w:w="2689" w:type="dxa"/>
          </w:tcPr>
          <w:p w14:paraId="43EC4005" w14:textId="3A6C3E40" w:rsidR="00BB5E66" w:rsidRPr="00BB5E66" w:rsidRDefault="007D4971" w:rsidP="00BF69D2">
            <w:pPr>
              <w:jc w:val="right"/>
            </w:pPr>
            <w:r w:rsidRPr="00BB5E66">
              <w:t>Telefaxnummer:</w:t>
            </w:r>
          </w:p>
        </w:tc>
        <w:tc>
          <w:tcPr>
            <w:tcW w:w="6373" w:type="dxa"/>
          </w:tcPr>
          <w:p w14:paraId="740E3E4A" w14:textId="212DD491" w:rsidR="00BB5E66" w:rsidRPr="003B67D6" w:rsidRDefault="00BB5E66" w:rsidP="00272BE2">
            <w:pPr>
              <w:rPr>
                <w:b/>
              </w:rPr>
            </w:pPr>
            <w:bookmarkStart w:id="12" w:name="TelefaxPerson"/>
            <w:bookmarkEnd w:id="12"/>
          </w:p>
        </w:tc>
      </w:tr>
      <w:tr w:rsidR="00BB5E66" w:rsidRPr="00BB5E66" w14:paraId="7344645F" w14:textId="77777777" w:rsidTr="00B200A9">
        <w:tc>
          <w:tcPr>
            <w:tcW w:w="2689" w:type="dxa"/>
          </w:tcPr>
          <w:p w14:paraId="7525E135" w14:textId="659CFD3B" w:rsidR="00BB5E66" w:rsidRPr="00BB5E66" w:rsidRDefault="007D4971" w:rsidP="00BF69D2">
            <w:pPr>
              <w:jc w:val="right"/>
            </w:pPr>
            <w:r w:rsidRPr="00BB5E66">
              <w:t>E-Mail-Adresse:</w:t>
            </w:r>
          </w:p>
        </w:tc>
        <w:tc>
          <w:tcPr>
            <w:tcW w:w="6373" w:type="dxa"/>
          </w:tcPr>
          <w:p w14:paraId="6B7143D6" w14:textId="15A7E5EC" w:rsidR="00BB5E66" w:rsidRPr="003B67D6" w:rsidRDefault="00BB5E66" w:rsidP="00272BE2">
            <w:pPr>
              <w:rPr>
                <w:b/>
              </w:rPr>
            </w:pPr>
            <w:bookmarkStart w:id="13" w:name="EMailPerson"/>
            <w:bookmarkEnd w:id="13"/>
          </w:p>
        </w:tc>
      </w:tr>
      <w:tr w:rsidR="00BB5E66" w:rsidRPr="00BB5E66" w14:paraId="17D2215F" w14:textId="77777777" w:rsidTr="00BF69D2">
        <w:tc>
          <w:tcPr>
            <w:tcW w:w="2689" w:type="dxa"/>
            <w:tcBorders>
              <w:bottom w:val="single" w:sz="4" w:space="0" w:color="auto"/>
            </w:tcBorders>
          </w:tcPr>
          <w:p w14:paraId="5C3588E0" w14:textId="52ABB46C" w:rsidR="00BB5E66" w:rsidRPr="00BB5E66" w:rsidRDefault="007D4971" w:rsidP="00BF69D2">
            <w:pPr>
              <w:jc w:val="right"/>
            </w:pPr>
            <w:r w:rsidRPr="00BB5E66">
              <w:t>E-Mail-Adresse 2:</w:t>
            </w:r>
          </w:p>
        </w:tc>
        <w:tc>
          <w:tcPr>
            <w:tcW w:w="6373" w:type="dxa"/>
            <w:tcBorders>
              <w:bottom w:val="single" w:sz="4" w:space="0" w:color="auto"/>
            </w:tcBorders>
          </w:tcPr>
          <w:p w14:paraId="21CB85A0" w14:textId="6845BC89" w:rsidR="00BB5E66" w:rsidRPr="003B67D6" w:rsidRDefault="00BB5E66" w:rsidP="00272BE2">
            <w:pPr>
              <w:rPr>
                <w:b/>
              </w:rPr>
            </w:pPr>
            <w:bookmarkStart w:id="14" w:name="EMailPerson2"/>
            <w:bookmarkEnd w:id="14"/>
          </w:p>
        </w:tc>
      </w:tr>
      <w:tr w:rsidR="00404710" w:rsidRPr="003B67D6" w14:paraId="41722D80" w14:textId="77777777" w:rsidTr="00BF69D2">
        <w:tc>
          <w:tcPr>
            <w:tcW w:w="9062" w:type="dxa"/>
            <w:gridSpan w:val="2"/>
            <w:tcBorders>
              <w:left w:val="nil"/>
              <w:right w:val="nil"/>
            </w:tcBorders>
          </w:tcPr>
          <w:p w14:paraId="7297B7C6" w14:textId="2305D04C" w:rsidR="00404710" w:rsidRPr="003B67D6" w:rsidRDefault="00404710" w:rsidP="00404710">
            <w:pPr>
              <w:pStyle w:val="berschrift1"/>
              <w:outlineLvl w:val="0"/>
            </w:pPr>
            <w:r w:rsidRPr="003B67D6">
              <w:t>Private Kommunikationsdaten</w:t>
            </w:r>
          </w:p>
        </w:tc>
      </w:tr>
      <w:tr w:rsidR="00BB5E66" w:rsidRPr="00BB5E66" w14:paraId="6933130E" w14:textId="77777777" w:rsidTr="00B200A9">
        <w:tc>
          <w:tcPr>
            <w:tcW w:w="2689" w:type="dxa"/>
          </w:tcPr>
          <w:p w14:paraId="452C3528" w14:textId="3DAEB7AD" w:rsidR="00BB5E66" w:rsidRPr="00BB5E66" w:rsidRDefault="007D4971" w:rsidP="00BF69D2">
            <w:pPr>
              <w:jc w:val="right"/>
            </w:pPr>
            <w:r w:rsidRPr="00BB5E66">
              <w:t>Telefonnummer:</w:t>
            </w:r>
          </w:p>
        </w:tc>
        <w:tc>
          <w:tcPr>
            <w:tcW w:w="6373" w:type="dxa"/>
          </w:tcPr>
          <w:p w14:paraId="7356EF9B" w14:textId="507BF532" w:rsidR="00BB5E66" w:rsidRPr="003B67D6" w:rsidRDefault="00BB5E66" w:rsidP="00272BE2">
            <w:pPr>
              <w:rPr>
                <w:b/>
              </w:rPr>
            </w:pPr>
            <w:bookmarkStart w:id="15" w:name="TelefonPrivatPerson"/>
            <w:bookmarkEnd w:id="15"/>
          </w:p>
        </w:tc>
      </w:tr>
      <w:tr w:rsidR="00BB5E66" w:rsidRPr="00BB5E66" w14:paraId="23FE5B83" w14:textId="77777777" w:rsidTr="00B200A9">
        <w:tc>
          <w:tcPr>
            <w:tcW w:w="2689" w:type="dxa"/>
          </w:tcPr>
          <w:p w14:paraId="3BCE7831" w14:textId="72C945BB" w:rsidR="00BB5E66" w:rsidRPr="00BB5E66" w:rsidRDefault="007D4971" w:rsidP="00BF69D2">
            <w:pPr>
              <w:jc w:val="right"/>
            </w:pPr>
            <w:r w:rsidRPr="00BB5E66">
              <w:t>Mobiltelefonnummer:</w:t>
            </w:r>
          </w:p>
        </w:tc>
        <w:tc>
          <w:tcPr>
            <w:tcW w:w="6373" w:type="dxa"/>
          </w:tcPr>
          <w:p w14:paraId="676EE2C4" w14:textId="03483FD5" w:rsidR="00BB5E66" w:rsidRPr="003B67D6" w:rsidRDefault="00BB5E66" w:rsidP="00272BE2">
            <w:pPr>
              <w:rPr>
                <w:b/>
              </w:rPr>
            </w:pPr>
            <w:bookmarkStart w:id="16" w:name="TelefonMobilPrivatPerson"/>
            <w:bookmarkEnd w:id="16"/>
          </w:p>
        </w:tc>
      </w:tr>
      <w:tr w:rsidR="00BB5E66" w:rsidRPr="00BB5E66" w14:paraId="351C9D28" w14:textId="77777777" w:rsidTr="00B200A9">
        <w:tc>
          <w:tcPr>
            <w:tcW w:w="2689" w:type="dxa"/>
          </w:tcPr>
          <w:p w14:paraId="5BA393B0" w14:textId="2E8507A1" w:rsidR="00BB5E66" w:rsidRPr="00BB5E66" w:rsidRDefault="007D4971" w:rsidP="00BF69D2">
            <w:pPr>
              <w:jc w:val="right"/>
            </w:pPr>
            <w:r w:rsidRPr="00BB5E66">
              <w:t>Telefaxnummer:</w:t>
            </w:r>
          </w:p>
        </w:tc>
        <w:tc>
          <w:tcPr>
            <w:tcW w:w="6373" w:type="dxa"/>
          </w:tcPr>
          <w:p w14:paraId="7009700D" w14:textId="6946DF3C" w:rsidR="00BB5E66" w:rsidRPr="003B67D6" w:rsidRDefault="00BB5E66" w:rsidP="00272BE2">
            <w:pPr>
              <w:rPr>
                <w:b/>
              </w:rPr>
            </w:pPr>
            <w:bookmarkStart w:id="17" w:name="TelefaxPrivatPerson"/>
            <w:bookmarkEnd w:id="17"/>
          </w:p>
        </w:tc>
      </w:tr>
      <w:tr w:rsidR="00BB5E66" w:rsidRPr="00BB5E66" w14:paraId="3244581E" w14:textId="77777777" w:rsidTr="00B200A9">
        <w:tc>
          <w:tcPr>
            <w:tcW w:w="2689" w:type="dxa"/>
          </w:tcPr>
          <w:p w14:paraId="339E4CE0" w14:textId="40826628" w:rsidR="00BB5E66" w:rsidRPr="00BB5E66" w:rsidRDefault="007D4971" w:rsidP="00BF69D2">
            <w:pPr>
              <w:jc w:val="right"/>
            </w:pPr>
            <w:r w:rsidRPr="00BB5E66">
              <w:t>E-Mail-Adresse:</w:t>
            </w:r>
          </w:p>
        </w:tc>
        <w:tc>
          <w:tcPr>
            <w:tcW w:w="6373" w:type="dxa"/>
          </w:tcPr>
          <w:p w14:paraId="25C5D9E1" w14:textId="38DEF127" w:rsidR="00BB5E66" w:rsidRPr="003B67D6" w:rsidRDefault="00BB5E66" w:rsidP="00272BE2">
            <w:pPr>
              <w:rPr>
                <w:b/>
              </w:rPr>
            </w:pPr>
            <w:bookmarkStart w:id="18" w:name="EMailPrivatPerson"/>
            <w:bookmarkEnd w:id="18"/>
          </w:p>
        </w:tc>
      </w:tr>
      <w:tr w:rsidR="00BB5E66" w:rsidRPr="00BB5E66" w14:paraId="169A862F" w14:textId="77777777" w:rsidTr="00BF69D2">
        <w:tc>
          <w:tcPr>
            <w:tcW w:w="2689" w:type="dxa"/>
            <w:tcBorders>
              <w:bottom w:val="single" w:sz="4" w:space="0" w:color="auto"/>
            </w:tcBorders>
          </w:tcPr>
          <w:p w14:paraId="73C74DDD" w14:textId="6595EEFC" w:rsidR="00BB5E66" w:rsidRPr="00BB5E66" w:rsidRDefault="007D4971" w:rsidP="00BF69D2">
            <w:pPr>
              <w:jc w:val="right"/>
            </w:pPr>
            <w:r w:rsidRPr="00BB5E66">
              <w:t>E-Mail-Adresse 2:</w:t>
            </w:r>
          </w:p>
        </w:tc>
        <w:tc>
          <w:tcPr>
            <w:tcW w:w="6373" w:type="dxa"/>
            <w:tcBorders>
              <w:bottom w:val="single" w:sz="4" w:space="0" w:color="auto"/>
            </w:tcBorders>
          </w:tcPr>
          <w:p w14:paraId="02F54667" w14:textId="48863266" w:rsidR="00BB5E66" w:rsidRPr="003B67D6" w:rsidRDefault="00BB5E66" w:rsidP="00272BE2">
            <w:pPr>
              <w:rPr>
                <w:b/>
              </w:rPr>
            </w:pPr>
            <w:bookmarkStart w:id="19" w:name="EMail2PrivatPerson"/>
            <w:bookmarkEnd w:id="19"/>
          </w:p>
        </w:tc>
      </w:tr>
      <w:tr w:rsidR="00404710" w:rsidRPr="003B67D6" w14:paraId="55801C32" w14:textId="77777777" w:rsidTr="00BF69D2">
        <w:tc>
          <w:tcPr>
            <w:tcW w:w="9062" w:type="dxa"/>
            <w:gridSpan w:val="2"/>
            <w:tcBorders>
              <w:left w:val="nil"/>
              <w:right w:val="nil"/>
            </w:tcBorders>
          </w:tcPr>
          <w:p w14:paraId="48E6B37A" w14:textId="789D3CF1" w:rsidR="00404710" w:rsidRPr="003B67D6" w:rsidRDefault="00404710" w:rsidP="00404710">
            <w:pPr>
              <w:pStyle w:val="berschrift1"/>
              <w:outlineLvl w:val="0"/>
            </w:pPr>
            <w:r w:rsidRPr="003B67D6">
              <w:t>Privatanschrift</w:t>
            </w:r>
          </w:p>
        </w:tc>
      </w:tr>
      <w:tr w:rsidR="00BB5E66" w:rsidRPr="00BB5E66" w14:paraId="2CAF5250" w14:textId="77777777" w:rsidTr="00B200A9">
        <w:tc>
          <w:tcPr>
            <w:tcW w:w="2689" w:type="dxa"/>
          </w:tcPr>
          <w:p w14:paraId="4EF14774" w14:textId="43FE2D50" w:rsidR="00BB5E66" w:rsidRPr="00BB5E66" w:rsidRDefault="007D4971" w:rsidP="00BF69D2">
            <w:pPr>
              <w:jc w:val="right"/>
            </w:pPr>
            <w:r w:rsidRPr="00BB5E66">
              <w:t>Straße:</w:t>
            </w:r>
          </w:p>
        </w:tc>
        <w:tc>
          <w:tcPr>
            <w:tcW w:w="6373" w:type="dxa"/>
          </w:tcPr>
          <w:p w14:paraId="411A655C" w14:textId="5482242F" w:rsidR="00BB5E66" w:rsidRPr="003B67D6" w:rsidRDefault="00BB5E66" w:rsidP="00272BE2">
            <w:pPr>
              <w:rPr>
                <w:b/>
              </w:rPr>
            </w:pPr>
            <w:bookmarkStart w:id="20" w:name="Strasse"/>
            <w:bookmarkEnd w:id="20"/>
          </w:p>
        </w:tc>
      </w:tr>
      <w:tr w:rsidR="00BB5E66" w:rsidRPr="00BB5E66" w14:paraId="56896B52" w14:textId="77777777" w:rsidTr="00B200A9">
        <w:tc>
          <w:tcPr>
            <w:tcW w:w="2689" w:type="dxa"/>
          </w:tcPr>
          <w:p w14:paraId="08BFF1DE" w14:textId="091D21E5" w:rsidR="00BB5E66" w:rsidRPr="00BB5E66" w:rsidRDefault="007D4971" w:rsidP="00BF69D2">
            <w:pPr>
              <w:jc w:val="right"/>
            </w:pPr>
            <w:r w:rsidRPr="00BB5E66">
              <w:t>PLZ:</w:t>
            </w:r>
          </w:p>
        </w:tc>
        <w:tc>
          <w:tcPr>
            <w:tcW w:w="6373" w:type="dxa"/>
          </w:tcPr>
          <w:p w14:paraId="5CF5A35F" w14:textId="77B3089C" w:rsidR="00BB5E66" w:rsidRPr="003B67D6" w:rsidRDefault="00BB5E66" w:rsidP="00272BE2">
            <w:pPr>
              <w:rPr>
                <w:b/>
              </w:rPr>
            </w:pPr>
            <w:bookmarkStart w:id="21" w:name="PLZ"/>
            <w:bookmarkEnd w:id="21"/>
          </w:p>
        </w:tc>
      </w:tr>
      <w:tr w:rsidR="00BB5E66" w:rsidRPr="00BB5E66" w14:paraId="6BE92ECD" w14:textId="77777777" w:rsidTr="00B200A9">
        <w:tc>
          <w:tcPr>
            <w:tcW w:w="2689" w:type="dxa"/>
          </w:tcPr>
          <w:p w14:paraId="2F6417BD" w14:textId="3DA9FAC6" w:rsidR="00BB5E66" w:rsidRPr="00BB5E66" w:rsidRDefault="007D4971" w:rsidP="00BF69D2">
            <w:pPr>
              <w:jc w:val="right"/>
            </w:pPr>
            <w:r w:rsidRPr="00BB5E66">
              <w:t>Ort:</w:t>
            </w:r>
          </w:p>
        </w:tc>
        <w:tc>
          <w:tcPr>
            <w:tcW w:w="6373" w:type="dxa"/>
          </w:tcPr>
          <w:p w14:paraId="70E713A2" w14:textId="75814C56" w:rsidR="00BB5E66" w:rsidRPr="003B67D6" w:rsidRDefault="00BB5E66" w:rsidP="00272BE2">
            <w:pPr>
              <w:rPr>
                <w:b/>
              </w:rPr>
            </w:pPr>
            <w:bookmarkStart w:id="22" w:name="Ort"/>
            <w:bookmarkEnd w:id="22"/>
          </w:p>
        </w:tc>
      </w:tr>
      <w:tr w:rsidR="00BB5E66" w:rsidRPr="00BB5E66" w14:paraId="281F0EB8" w14:textId="77777777" w:rsidTr="00B200A9">
        <w:tc>
          <w:tcPr>
            <w:tcW w:w="2689" w:type="dxa"/>
          </w:tcPr>
          <w:p w14:paraId="5833F66C" w14:textId="3D065AB1" w:rsidR="00BB5E66" w:rsidRPr="00BB5E66" w:rsidRDefault="007D4971" w:rsidP="00BF69D2">
            <w:pPr>
              <w:jc w:val="right"/>
            </w:pPr>
            <w:r w:rsidRPr="00BB5E66">
              <w:t>Land:</w:t>
            </w:r>
          </w:p>
        </w:tc>
        <w:tc>
          <w:tcPr>
            <w:tcW w:w="6373" w:type="dxa"/>
          </w:tcPr>
          <w:p w14:paraId="6BB55F8A" w14:textId="6B58807A" w:rsidR="00BB5E66" w:rsidRPr="003B67D6" w:rsidRDefault="00BB5E66" w:rsidP="00272BE2">
            <w:pPr>
              <w:rPr>
                <w:b/>
              </w:rPr>
            </w:pPr>
            <w:bookmarkStart w:id="23" w:name="Land"/>
            <w:bookmarkEnd w:id="23"/>
          </w:p>
        </w:tc>
      </w:tr>
      <w:tr w:rsidR="00BB5E66" w:rsidRPr="00BB5E66" w14:paraId="57D88DC8" w14:textId="77777777" w:rsidTr="00BF69D2">
        <w:tc>
          <w:tcPr>
            <w:tcW w:w="2689" w:type="dxa"/>
            <w:tcBorders>
              <w:bottom w:val="single" w:sz="4" w:space="0" w:color="auto"/>
            </w:tcBorders>
          </w:tcPr>
          <w:p w14:paraId="6D479F75" w14:textId="37D20D32" w:rsidR="00BB5E66" w:rsidRPr="00BB5E66" w:rsidRDefault="007D4971" w:rsidP="00BF69D2">
            <w:pPr>
              <w:jc w:val="right"/>
            </w:pPr>
            <w:r w:rsidRPr="00BB5E66">
              <w:t>Anschrift:</w:t>
            </w:r>
          </w:p>
        </w:tc>
        <w:tc>
          <w:tcPr>
            <w:tcW w:w="6373" w:type="dxa"/>
            <w:tcBorders>
              <w:bottom w:val="single" w:sz="4" w:space="0" w:color="auto"/>
            </w:tcBorders>
          </w:tcPr>
          <w:p w14:paraId="4A847DBD" w14:textId="023D688E" w:rsidR="00BB5E66" w:rsidRPr="003B67D6" w:rsidRDefault="00BB5E66" w:rsidP="00272BE2">
            <w:pPr>
              <w:rPr>
                <w:b/>
              </w:rPr>
            </w:pPr>
            <w:bookmarkStart w:id="24" w:name="Anschrift"/>
            <w:bookmarkEnd w:id="24"/>
          </w:p>
        </w:tc>
      </w:tr>
      <w:tr w:rsidR="00404710" w:rsidRPr="003B67D6" w14:paraId="2FD2E9EF" w14:textId="77777777" w:rsidTr="00BF69D2">
        <w:tc>
          <w:tcPr>
            <w:tcW w:w="9062" w:type="dxa"/>
            <w:gridSpan w:val="2"/>
            <w:tcBorders>
              <w:left w:val="nil"/>
              <w:right w:val="nil"/>
            </w:tcBorders>
          </w:tcPr>
          <w:p w14:paraId="495DD576" w14:textId="506288FD" w:rsidR="00404710" w:rsidRPr="003B67D6" w:rsidRDefault="00404710" w:rsidP="00404710">
            <w:pPr>
              <w:pStyle w:val="berschrift1"/>
              <w:outlineLvl w:val="0"/>
            </w:pPr>
            <w:proofErr w:type="spellStart"/>
            <w:r w:rsidRPr="003B67D6">
              <w:t>Social</w:t>
            </w:r>
            <w:proofErr w:type="spellEnd"/>
            <w:r w:rsidRPr="003B67D6">
              <w:t xml:space="preserve"> Media</w:t>
            </w:r>
          </w:p>
        </w:tc>
      </w:tr>
      <w:tr w:rsidR="00BB5E66" w:rsidRPr="00BB5E66" w14:paraId="41963531" w14:textId="77777777" w:rsidTr="00B200A9">
        <w:tc>
          <w:tcPr>
            <w:tcW w:w="2689" w:type="dxa"/>
          </w:tcPr>
          <w:p w14:paraId="4715E677" w14:textId="4F8FC3DB" w:rsidR="00BB5E66" w:rsidRPr="00BB5E66" w:rsidRDefault="007D4971" w:rsidP="00BF69D2">
            <w:pPr>
              <w:jc w:val="right"/>
            </w:pPr>
            <w:r w:rsidRPr="00BB5E66">
              <w:t>Facebook:</w:t>
            </w:r>
          </w:p>
        </w:tc>
        <w:tc>
          <w:tcPr>
            <w:tcW w:w="6373" w:type="dxa"/>
          </w:tcPr>
          <w:p w14:paraId="26FFE238" w14:textId="0B33E7BC" w:rsidR="00BB5E66" w:rsidRPr="003B67D6" w:rsidRDefault="00BB5E66" w:rsidP="00272BE2">
            <w:pPr>
              <w:rPr>
                <w:b/>
              </w:rPr>
            </w:pPr>
            <w:bookmarkStart w:id="25" w:name="FacebookURL"/>
            <w:bookmarkEnd w:id="25"/>
          </w:p>
        </w:tc>
      </w:tr>
      <w:tr w:rsidR="00723929" w:rsidRPr="00BB5E66" w14:paraId="6FF32042" w14:textId="77777777" w:rsidTr="00B200A9">
        <w:tc>
          <w:tcPr>
            <w:tcW w:w="2689" w:type="dxa"/>
          </w:tcPr>
          <w:p w14:paraId="54EFE340" w14:textId="5A4C9EB8" w:rsidR="00723929" w:rsidRPr="00BB5E66" w:rsidRDefault="00723929" w:rsidP="00BF69D2">
            <w:pPr>
              <w:jc w:val="right"/>
            </w:pPr>
            <w:r>
              <w:t>Google Plus:</w:t>
            </w:r>
          </w:p>
        </w:tc>
        <w:tc>
          <w:tcPr>
            <w:tcW w:w="6373" w:type="dxa"/>
          </w:tcPr>
          <w:p w14:paraId="11EDEEE9" w14:textId="77777777" w:rsidR="00723929" w:rsidRPr="003B67D6" w:rsidRDefault="00723929" w:rsidP="00272BE2">
            <w:pPr>
              <w:rPr>
                <w:b/>
              </w:rPr>
            </w:pPr>
            <w:bookmarkStart w:id="26" w:name="GooglePlusURL"/>
            <w:bookmarkEnd w:id="26"/>
          </w:p>
        </w:tc>
      </w:tr>
      <w:tr w:rsidR="00723929" w:rsidRPr="00BB5E66" w14:paraId="6D799DF5" w14:textId="77777777" w:rsidTr="00B200A9">
        <w:tc>
          <w:tcPr>
            <w:tcW w:w="2689" w:type="dxa"/>
          </w:tcPr>
          <w:p w14:paraId="05F28829" w14:textId="5EAAD224" w:rsidR="00723929" w:rsidRDefault="00723929" w:rsidP="00BF69D2">
            <w:pPr>
              <w:jc w:val="right"/>
            </w:pPr>
            <w:r>
              <w:t>LinkedIn:</w:t>
            </w:r>
          </w:p>
        </w:tc>
        <w:tc>
          <w:tcPr>
            <w:tcW w:w="6373" w:type="dxa"/>
          </w:tcPr>
          <w:p w14:paraId="445E373B" w14:textId="77777777" w:rsidR="00723929" w:rsidRPr="003B67D6" w:rsidRDefault="00723929" w:rsidP="00272BE2">
            <w:pPr>
              <w:rPr>
                <w:b/>
              </w:rPr>
            </w:pPr>
            <w:bookmarkStart w:id="27" w:name="LinkedInURL"/>
            <w:bookmarkEnd w:id="27"/>
          </w:p>
        </w:tc>
      </w:tr>
      <w:tr w:rsidR="00723929" w:rsidRPr="00BB5E66" w14:paraId="31BB5857" w14:textId="77777777" w:rsidTr="00B200A9">
        <w:tc>
          <w:tcPr>
            <w:tcW w:w="2689" w:type="dxa"/>
          </w:tcPr>
          <w:p w14:paraId="0213AB33" w14:textId="60E02DE0" w:rsidR="00723929" w:rsidRDefault="00723929" w:rsidP="00BF69D2">
            <w:pPr>
              <w:jc w:val="right"/>
            </w:pPr>
            <w:r>
              <w:t>Twitter:</w:t>
            </w:r>
          </w:p>
        </w:tc>
        <w:tc>
          <w:tcPr>
            <w:tcW w:w="6373" w:type="dxa"/>
          </w:tcPr>
          <w:p w14:paraId="479B73EE" w14:textId="77777777" w:rsidR="00723929" w:rsidRPr="003B67D6" w:rsidRDefault="00723929" w:rsidP="00272BE2">
            <w:pPr>
              <w:rPr>
                <w:b/>
              </w:rPr>
            </w:pPr>
            <w:bookmarkStart w:id="28" w:name="TwitterURL"/>
            <w:bookmarkEnd w:id="28"/>
          </w:p>
        </w:tc>
      </w:tr>
      <w:tr w:rsidR="00723929" w:rsidRPr="00BB5E66" w14:paraId="3E4D449B" w14:textId="77777777" w:rsidTr="00B200A9">
        <w:tc>
          <w:tcPr>
            <w:tcW w:w="2689" w:type="dxa"/>
          </w:tcPr>
          <w:p w14:paraId="3CDEEA2A" w14:textId="4EB74B67" w:rsidR="00723929" w:rsidRDefault="00723929" w:rsidP="00BF69D2">
            <w:pPr>
              <w:jc w:val="right"/>
            </w:pPr>
            <w:r>
              <w:t>Xing</w:t>
            </w:r>
          </w:p>
        </w:tc>
        <w:tc>
          <w:tcPr>
            <w:tcW w:w="6373" w:type="dxa"/>
          </w:tcPr>
          <w:p w14:paraId="4ECA3482" w14:textId="77777777" w:rsidR="00723929" w:rsidRPr="003B67D6" w:rsidRDefault="00723929" w:rsidP="00272BE2">
            <w:pPr>
              <w:rPr>
                <w:b/>
              </w:rPr>
            </w:pPr>
            <w:bookmarkStart w:id="29" w:name="XingURL"/>
            <w:bookmarkEnd w:id="29"/>
          </w:p>
        </w:tc>
      </w:tr>
    </w:tbl>
    <w:p w14:paraId="7DA504AE" w14:textId="17211276" w:rsidR="00124CFA" w:rsidRDefault="00124CFA" w:rsidP="005028DB"/>
    <w:p w14:paraId="6ACDEE10" w14:textId="39FC2D67" w:rsidR="00BE522B" w:rsidRPr="00BE522B" w:rsidRDefault="00BE522B" w:rsidP="005028DB">
      <w:pPr>
        <w:rPr>
          <w:i/>
        </w:rPr>
      </w:pPr>
      <w:r w:rsidRPr="00BE522B">
        <w:rPr>
          <w:rFonts w:ascii="Calibri" w:hAnsi="Calibri"/>
          <w:i/>
        </w:rPr>
        <w:t>Bitte überprüfen Sie die obigen Daten und nehmen ggf. Korrekturen, Streichungen bzw. Ergänzungen vor.</w:t>
      </w:r>
    </w:p>
    <w:p w14:paraId="10F9D815" w14:textId="5BE349C3" w:rsidR="005028DB" w:rsidRDefault="005028DB" w:rsidP="00782810">
      <w:pPr>
        <w:pageBreakBefore/>
      </w:pPr>
      <w:r>
        <w:lastRenderedPageBreak/>
        <w:t>zu den folgenden Zwecken:</w:t>
      </w:r>
    </w:p>
    <w:p w14:paraId="39919728" w14:textId="7B8C4C17" w:rsidR="005028DB" w:rsidRDefault="005028DB" w:rsidP="005028DB">
      <w:pPr>
        <w:pStyle w:val="Listenabsatz"/>
        <w:numPr>
          <w:ilvl w:val="0"/>
          <w:numId w:val="1"/>
        </w:numPr>
      </w:pPr>
      <w:r>
        <w:t xml:space="preserve">Zusendung von Werbematerial </w:t>
      </w:r>
    </w:p>
    <w:p w14:paraId="2EF95600" w14:textId="0DAFD976" w:rsidR="005028DB" w:rsidRDefault="005028DB" w:rsidP="005028DB">
      <w:pPr>
        <w:pStyle w:val="Listenabsatz"/>
        <w:numPr>
          <w:ilvl w:val="0"/>
          <w:numId w:val="1"/>
        </w:numPr>
      </w:pPr>
      <w:r>
        <w:t>Abwicklung des Kunden-</w:t>
      </w:r>
      <w:r w:rsidR="000B2E5A">
        <w:t>Support</w:t>
      </w:r>
      <w:r w:rsidR="00782810">
        <w:t>s</w:t>
      </w:r>
    </w:p>
    <w:p w14:paraId="2ACCAFCE" w14:textId="13D2462C" w:rsidR="005028DB" w:rsidRDefault="005028DB" w:rsidP="005028DB">
      <w:r>
        <w:t>bei</w:t>
      </w:r>
    </w:p>
    <w:p w14:paraId="36696B29" w14:textId="35934775" w:rsidR="005028DB" w:rsidRDefault="005028DB" w:rsidP="00D65441">
      <w:pPr>
        <w:spacing w:after="0"/>
        <w:ind w:left="709"/>
      </w:pPr>
      <w:bookmarkStart w:id="30" w:name="AbsenderPostanschrift"/>
      <w:bookmarkEnd w:id="30"/>
    </w:p>
    <w:p w14:paraId="1B730F99" w14:textId="7BDEF98D" w:rsidR="00334478" w:rsidRDefault="005028DB" w:rsidP="002D5D23">
      <w:pPr>
        <w:spacing w:before="160"/>
      </w:pPr>
      <w:r>
        <w:t>in elektronischer Form gespeichert und verarbeitet werden.</w:t>
      </w:r>
      <w:r w:rsidR="00334478">
        <w:t xml:space="preserve"> </w:t>
      </w:r>
    </w:p>
    <w:p w14:paraId="2BF6E073" w14:textId="77777777" w:rsidR="000765B9" w:rsidRPr="009C6054" w:rsidRDefault="000765B9" w:rsidP="000765B9">
      <w:pPr>
        <w:spacing w:after="120"/>
        <w:rPr>
          <w:szCs w:val="20"/>
        </w:rPr>
      </w:pPr>
      <w:r w:rsidRPr="009C6054">
        <w:rPr>
          <w:szCs w:val="20"/>
        </w:rPr>
        <w:t xml:space="preserve">Wir speichern Ihre Daten </w:t>
      </w:r>
      <w:r>
        <w:t>für die Dauer von 2 Jahren nach dem letzten Kontakt Ihrerseits, wenn Sie keine Geschäftsbeziehung mit uns eingegangen sind. Beim Bestehen einer Geschäftsbeziehung speichern wir Ihre Daten 10 Jahre lang nach Abschluss des letzten geschäftlichen Vorgangs.</w:t>
      </w:r>
    </w:p>
    <w:p w14:paraId="390D6E0D" w14:textId="77777777" w:rsidR="000765B9" w:rsidRDefault="000765B9" w:rsidP="000765B9">
      <w:pPr>
        <w:spacing w:after="120"/>
      </w:pPr>
      <w:r w:rsidRPr="009C6054">
        <w:rPr>
          <w:szCs w:val="20"/>
        </w:rPr>
        <w:t xml:space="preserve">Ihnen stehen grundsätzlich die Rechte auf Berichtigung, Löschung, Einschränkung und Widerspruch zu. Dafür wenden Sie sich an uns. Wenn Sie glauben, dass die Verarbeitung Ihrer Daten gegen das Datenschutzrecht verstößt oder Ihre datenschutzrechtlichen Ansprüche sonst in einer Weise verletzt worden sind, können Sie sich bei der Aufsichtsbehörde beschweren. In </w:t>
      </w:r>
      <w:r>
        <w:t xml:space="preserve">Deutschland </w:t>
      </w:r>
      <w:r w:rsidRPr="009C6054">
        <w:rPr>
          <w:szCs w:val="20"/>
        </w:rPr>
        <w:t xml:space="preserve">ist </w:t>
      </w:r>
      <w:r>
        <w:t xml:space="preserve">der </w:t>
      </w:r>
      <w:r w:rsidRPr="009C6054">
        <w:t>Bundesbeauftragte für den Datenschutz und die Informationsfreiheit</w:t>
      </w:r>
      <w:r>
        <w:t xml:space="preserve"> </w:t>
      </w:r>
      <w:r w:rsidRPr="009C6054">
        <w:rPr>
          <w:szCs w:val="20"/>
        </w:rPr>
        <w:t>zuständig</w:t>
      </w:r>
      <w:r>
        <w:t xml:space="preserve">: </w:t>
      </w:r>
    </w:p>
    <w:p w14:paraId="5343AD22" w14:textId="77777777" w:rsidR="000765B9" w:rsidRDefault="000765B9" w:rsidP="00472A3A">
      <w:pPr>
        <w:spacing w:after="0"/>
        <w:ind w:left="708"/>
      </w:pPr>
      <w:r>
        <w:t>Die Bundesbeauftragte für den Datenschutz und die Informationsfreiheit</w:t>
      </w:r>
    </w:p>
    <w:p w14:paraId="6655C4F8" w14:textId="77777777" w:rsidR="000765B9" w:rsidRDefault="000765B9" w:rsidP="00472A3A">
      <w:pPr>
        <w:spacing w:after="0"/>
        <w:ind w:left="708"/>
      </w:pPr>
      <w:r>
        <w:t>Husarenstr. 30</w:t>
      </w:r>
    </w:p>
    <w:p w14:paraId="03725336" w14:textId="77777777" w:rsidR="000765B9" w:rsidRDefault="000765B9" w:rsidP="00472A3A">
      <w:pPr>
        <w:spacing w:after="0"/>
        <w:ind w:left="708"/>
      </w:pPr>
      <w:r>
        <w:t>53117 Bonn</w:t>
      </w:r>
    </w:p>
    <w:p w14:paraId="53EEEE6C" w14:textId="77777777" w:rsidR="000765B9" w:rsidRDefault="000765B9" w:rsidP="00472A3A">
      <w:pPr>
        <w:spacing w:after="0"/>
        <w:ind w:left="708"/>
      </w:pPr>
      <w:r>
        <w:t>Telefon: +49 (228) 997799-0</w:t>
      </w:r>
    </w:p>
    <w:p w14:paraId="103D7ABB" w14:textId="77777777" w:rsidR="000765B9" w:rsidRDefault="000765B9" w:rsidP="00472A3A">
      <w:pPr>
        <w:spacing w:after="0"/>
        <w:ind w:left="708"/>
      </w:pPr>
      <w:r>
        <w:t>Fax: +49 (228) 997799-550</w:t>
      </w:r>
    </w:p>
    <w:p w14:paraId="341886C4" w14:textId="5418E6CF" w:rsidR="000765B9" w:rsidRDefault="00353980" w:rsidP="00472A3A">
      <w:pPr>
        <w:spacing w:after="120"/>
        <w:ind w:left="708"/>
      </w:pPr>
      <w:hyperlink r:id="rId5" w:history="1">
        <w:r w:rsidR="000765B9" w:rsidRPr="00F55BD3">
          <w:rPr>
            <w:rStyle w:val="Hyperlink"/>
          </w:rPr>
          <w:t>www.bfdi.bund.de</w:t>
        </w:r>
      </w:hyperlink>
      <w:r w:rsidR="000765B9">
        <w:t xml:space="preserve"> </w:t>
      </w:r>
    </w:p>
    <w:p w14:paraId="52BE8049" w14:textId="2BF42874" w:rsidR="005028DB" w:rsidRDefault="005028DB" w:rsidP="005028DB">
      <w:r>
        <w:t xml:space="preserve">Diese Einwilligung kann jederzeit bei </w:t>
      </w:r>
    </w:p>
    <w:p w14:paraId="50C0B392" w14:textId="1C4EC7CB" w:rsidR="00625129" w:rsidRDefault="00625129" w:rsidP="002D5D23">
      <w:pPr>
        <w:spacing w:after="0"/>
        <w:ind w:left="709"/>
      </w:pPr>
      <w:bookmarkStart w:id="31" w:name="AbsenderPostanschrift2"/>
      <w:bookmarkEnd w:id="31"/>
    </w:p>
    <w:p w14:paraId="11781488" w14:textId="5A416A0E" w:rsidR="00B243EC" w:rsidRDefault="00497775" w:rsidP="00FB5EE0">
      <w:pPr>
        <w:spacing w:before="120" w:after="0"/>
        <w:ind w:left="709"/>
      </w:pPr>
      <w:r>
        <w:t xml:space="preserve">Tel.:  </w:t>
      </w:r>
      <w:bookmarkStart w:id="32" w:name="AbsenderTelefon"/>
      <w:bookmarkEnd w:id="32"/>
    </w:p>
    <w:p w14:paraId="289E4EA1" w14:textId="185836B4" w:rsidR="00B243EC" w:rsidRDefault="00497775" w:rsidP="002D5D23">
      <w:pPr>
        <w:spacing w:after="0"/>
        <w:ind w:left="709"/>
      </w:pPr>
      <w:r>
        <w:t xml:space="preserve">Fax.:  </w:t>
      </w:r>
      <w:bookmarkStart w:id="33" w:name="AbsenderTelefax"/>
      <w:bookmarkEnd w:id="33"/>
    </w:p>
    <w:p w14:paraId="69BA90A4" w14:textId="0B37543C" w:rsidR="00497775" w:rsidRDefault="00497775" w:rsidP="002D5D23">
      <w:pPr>
        <w:spacing w:after="0"/>
        <w:ind w:left="709"/>
      </w:pPr>
      <w:r>
        <w:t xml:space="preserve">E-Mail:  </w:t>
      </w:r>
      <w:bookmarkStart w:id="34" w:name="AbsenderMail"/>
      <w:bookmarkEnd w:id="34"/>
    </w:p>
    <w:p w14:paraId="57C3C071" w14:textId="2C041D7B" w:rsidR="005028DB" w:rsidRDefault="005028DB" w:rsidP="002D5D23">
      <w:pPr>
        <w:spacing w:before="160"/>
      </w:pPr>
      <w:r>
        <w:t>widerrufen werden.</w:t>
      </w:r>
    </w:p>
    <w:p w14:paraId="34EBCBAE" w14:textId="1FB08868" w:rsidR="005028DB" w:rsidRDefault="005028DB" w:rsidP="005028DB"/>
    <w:p w14:paraId="526DB9F3" w14:textId="77777777" w:rsidR="00BE522B" w:rsidRDefault="00BE522B" w:rsidP="005028DB"/>
    <w:p w14:paraId="5431B99D" w14:textId="6B72FF36" w:rsidR="005028DB" w:rsidRPr="005028DB" w:rsidRDefault="00625129" w:rsidP="00625129">
      <w:pPr>
        <w:pBdr>
          <w:top w:val="single" w:sz="4" w:space="1" w:color="auto"/>
        </w:pBdr>
        <w:ind w:right="4394"/>
      </w:pPr>
      <w:r>
        <w:t>Ort, Datum, Unterschrift</w:t>
      </w:r>
    </w:p>
    <w:sectPr w:rsidR="005028DB" w:rsidRPr="005028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842"/>
    <w:multiLevelType w:val="hybridMultilevel"/>
    <w:tmpl w:val="1FEE76FE"/>
    <w:lvl w:ilvl="0" w:tplc="167A8E7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senderPostanschrift2" w:val="AbsenderPostanschrift()"/>
    <w:docVar w:name="Abteilung" w:val="Ansprechpartner-&gt;Abteilung"/>
    <w:docVar w:name="Anschrift" w:val="Ansprechpartner-&gt;Anschrift "/>
    <w:docVar w:name="EMail2PrivatPerson" w:val="Ansprechpartner-&gt;EmailPrivat2 "/>
    <w:docVar w:name="EMailPrivatPerson" w:val="Ansprechpartner-&gt;EmailPrivat "/>
    <w:docVar w:name="FacebookURL" w:val="DocLinkName(&quot;Ansprechpartner&quot;, &quot;URL_Facebook&quot;)"/>
    <w:docVar w:name="Funktion" w:val="Ansprechpartner-&gt;Funktion"/>
    <w:docVar w:name="Geburtsdatum" w:val="FormatDatumStandard(Ansprechpartner-&gt;Geburtstag)"/>
    <w:docVar w:name="GooglePlusURL" w:val="DocLinkName(&quot;Ansprechpartner&quot;, &quot;URL_GooglePlus&quot;)"/>
    <w:docVar w:name="Land" w:val="Ansprechpartner-&gt;Land"/>
    <w:docVar w:name="LinkedInURL" w:val="DocLinkName(&quot;Ansprechpartner&quot;, &quot;URL_LinkedIn&quot;)"/>
    <w:docVar w:name="Name" w:val="Ansprechpartner-&gt;Name"/>
    <w:docVar w:name="Ort" w:val="Ansprechpartner-&gt;Ort"/>
    <w:docVar w:name="PLZ" w:val="Ansprechpartner-&gt;PLZ"/>
    <w:docVar w:name="Sprache" w:val="Ansprechpartner-&gt;Sprache "/>
    <w:docVar w:name="Strasse" w:val="Ansprechpartner-&gt;Strasse "/>
    <w:docVar w:name="Titel" w:val="Ansprechpartner-&gt;Titel"/>
    <w:docVar w:name="TwitterURL" w:val="DocLinkName(&quot;Ansprechpartner&quot;, &quot;URL_Twitter&quot;)"/>
    <w:docVar w:name="Vorname" w:val="Ansprechpartner-&gt;Vorname "/>
    <w:docVar w:name="XingURL" w:val="DocLinkName(&quot;Ansprechpartner&quot;, &quot;URL_Xing&quot;)"/>
  </w:docVars>
  <w:rsids>
    <w:rsidRoot w:val="00035023"/>
    <w:rsid w:val="00035023"/>
    <w:rsid w:val="000765B9"/>
    <w:rsid w:val="000B2E5A"/>
    <w:rsid w:val="000D0CCA"/>
    <w:rsid w:val="000E3213"/>
    <w:rsid w:val="00124CFA"/>
    <w:rsid w:val="001A04B6"/>
    <w:rsid w:val="001D7F60"/>
    <w:rsid w:val="00207D28"/>
    <w:rsid w:val="0029196D"/>
    <w:rsid w:val="00293D81"/>
    <w:rsid w:val="002D5D23"/>
    <w:rsid w:val="00334478"/>
    <w:rsid w:val="00353980"/>
    <w:rsid w:val="003B67D6"/>
    <w:rsid w:val="003C444F"/>
    <w:rsid w:val="00404710"/>
    <w:rsid w:val="00442008"/>
    <w:rsid w:val="00472A3A"/>
    <w:rsid w:val="00480E07"/>
    <w:rsid w:val="00497775"/>
    <w:rsid w:val="004C603B"/>
    <w:rsid w:val="005028DB"/>
    <w:rsid w:val="00554A73"/>
    <w:rsid w:val="00564074"/>
    <w:rsid w:val="005A7F3E"/>
    <w:rsid w:val="00625129"/>
    <w:rsid w:val="006304D9"/>
    <w:rsid w:val="00723929"/>
    <w:rsid w:val="0075020E"/>
    <w:rsid w:val="00782810"/>
    <w:rsid w:val="007D4971"/>
    <w:rsid w:val="00861C7E"/>
    <w:rsid w:val="009A1EBA"/>
    <w:rsid w:val="00A4076F"/>
    <w:rsid w:val="00AF0EAD"/>
    <w:rsid w:val="00AF19B5"/>
    <w:rsid w:val="00B200A9"/>
    <w:rsid w:val="00B243EC"/>
    <w:rsid w:val="00B93F01"/>
    <w:rsid w:val="00BB5E66"/>
    <w:rsid w:val="00BE522B"/>
    <w:rsid w:val="00BF69D2"/>
    <w:rsid w:val="00BF6ADC"/>
    <w:rsid w:val="00C32C46"/>
    <w:rsid w:val="00C81B21"/>
    <w:rsid w:val="00CC7DC8"/>
    <w:rsid w:val="00D634D0"/>
    <w:rsid w:val="00D65441"/>
    <w:rsid w:val="00D66B02"/>
    <w:rsid w:val="00E45525"/>
    <w:rsid w:val="00F95B4E"/>
    <w:rsid w:val="00FB5E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99B7A"/>
  <w15:chartTrackingRefBased/>
  <w15:docId w15:val="{AFECE025-B550-4EEA-AD58-2675AF331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54A73"/>
    <w:rPr>
      <w:rFonts w:ascii="Tahoma" w:hAnsi="Tahoma"/>
      <w:sz w:val="20"/>
    </w:rPr>
  </w:style>
  <w:style w:type="paragraph" w:styleId="berschrift1">
    <w:name w:val="heading 1"/>
    <w:basedOn w:val="Standard"/>
    <w:next w:val="Standard"/>
    <w:link w:val="berschrift1Zchn"/>
    <w:uiPriority w:val="9"/>
    <w:qFormat/>
    <w:rsid w:val="004047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028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028DB"/>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5028DB"/>
    <w:pPr>
      <w:ind w:left="720"/>
      <w:contextualSpacing/>
    </w:pPr>
  </w:style>
  <w:style w:type="table" w:styleId="Tabellenraster">
    <w:name w:val="Table Grid"/>
    <w:basedOn w:val="NormaleTabelle"/>
    <w:uiPriority w:val="39"/>
    <w:rsid w:val="00BB5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04710"/>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nhideWhenUsed/>
    <w:rsid w:val="000765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99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fdi.bund.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1664</Characters>
  <Application>Microsoft Office Word</Application>
  <DocSecurity>0</DocSecurity>
  <Lines>92</Lines>
  <Paragraphs>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Kozlowski</dc:creator>
  <cp:keywords/>
  <dc:description/>
  <cp:lastModifiedBy>Matthias Kozlowski</cp:lastModifiedBy>
  <cp:revision>41</cp:revision>
  <dcterms:created xsi:type="dcterms:W3CDTF">2018-03-19T13:45:00Z</dcterms:created>
  <dcterms:modified xsi:type="dcterms:W3CDTF">2018-05-03T11:55:00Z</dcterms:modified>
</cp:coreProperties>
</file>